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3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A1E7B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E64863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1</w:t>
            </w: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2</w:t>
            </w: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0A1E7B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3</w:t>
            </w: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4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0A1E7B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5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6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7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8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0A1E7B" w:rsidRPr="000A1E7B" w:rsidTr="00194D0B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9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10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11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194D0B" w:rsidP="00194D0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12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0A1E7B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0A1E7B" w:rsidP="00194D0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1</w:t>
            </w:r>
            <w:r w:rsidR="00194D0B">
              <w:rPr>
                <w:rFonts w:ascii="Arial" w:eastAsia="Times New Roman" w:hAnsi="Arial"/>
                <w:sz w:val="12"/>
                <w:szCs w:val="12"/>
                <w:lang w:eastAsia="en-GB"/>
              </w:rPr>
              <w:t>3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194D0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194D0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0A1E7B" w:rsidRPr="000A1E7B" w:rsidTr="009D2DBE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194D0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15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A1E7B" w:rsidRPr="000A1E7B" w:rsidRDefault="00194D0B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16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0A1E7B" w:rsidRPr="000A1E7B" w:rsidRDefault="000A1E7B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17DE7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17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194D0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 w:rsidRPr="000A1E7B">
              <w:rPr>
                <w:rFonts w:ascii="Arial" w:eastAsia="Times New Roman" w:hAnsi="Arial"/>
                <w:sz w:val="12"/>
                <w:szCs w:val="12"/>
                <w:lang w:eastAsia="en-GB"/>
              </w:rPr>
              <w:t>1</w:t>
            </w: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8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17DE7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D9D9D9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19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9D2DBE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F50E4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20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9D2DBE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21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22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23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24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25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26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27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28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29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12"/>
                <w:szCs w:val="12"/>
                <w:lang w:eastAsia="en-GB"/>
              </w:rPr>
            </w:pPr>
            <w:r>
              <w:rPr>
                <w:rFonts w:ascii="Arial" w:eastAsia="Times New Roman" w:hAnsi="Arial"/>
                <w:sz w:val="12"/>
                <w:szCs w:val="12"/>
                <w:lang w:eastAsia="en-GB"/>
              </w:rPr>
              <w:t>30</w:t>
            </w: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single" w:sz="6" w:space="0" w:color="CCCCCC"/>
              <w:bottom w:val="nil"/>
              <w:right w:val="nil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E64863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single" w:sz="6" w:space="0" w:color="CCCCCC"/>
              <w:left w:val="nil"/>
              <w:bottom w:val="nil"/>
              <w:right w:val="nil"/>
            </w:tcBorders>
            <w:shd w:val="clear" w:color="auto" w:fill="CC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  <w:tr w:rsidR="002C5FEC" w:rsidRPr="000A1E7B" w:rsidTr="009D2DBE">
        <w:trPr>
          <w:trHeight w:val="31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2C5FEC" w:rsidRPr="000A1E7B" w:rsidRDefault="002C5FEC" w:rsidP="000A1E7B">
            <w:pPr>
              <w:rPr>
                <w:rFonts w:ascii="Arial" w:eastAsia="Times New Roman" w:hAnsi="Arial"/>
                <w:sz w:val="20"/>
                <w:szCs w:val="20"/>
                <w:lang w:eastAsia="en-GB"/>
              </w:rPr>
            </w:pPr>
          </w:p>
        </w:tc>
      </w:tr>
    </w:tbl>
    <w:tbl>
      <w:tblPr>
        <w:tblpPr w:leftFromText="180" w:rightFromText="180" w:vertAnchor="text" w:horzAnchor="page" w:tblpX="691" w:tblpY="366"/>
        <w:tblW w:w="53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4997"/>
      </w:tblGrid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BB4A26" w:rsidP="00F75927">
            <w:pPr>
              <w:rPr>
                <w:rFonts w:ascii="Arial" w:eastAsia="Times New Roman" w:hAnsi="Arial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Across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A01F01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A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, for example, without the Spanish promise</w:t>
            </w:r>
            <w:r w:rsidR="007C3DFF"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499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No slang back and forward for Bridesmaid</w:t>
            </w:r>
            <w:r w:rsidR="007C3DFF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(6)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Monstrous mythical bird - or Mediterranean monster?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249C1" w:rsidP="00D249C1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Westbound t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aximan </w:t>
            </w:r>
            <w:r w:rsidR="00A35FB4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smuggles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compound.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Any atom's composition</w:t>
            </w:r>
            <w:r w:rsidR="007C3DFF"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(7)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Irritation hidden by scallywag groom</w:t>
            </w:r>
            <w:r w:rsidR="007C3DFF"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(5)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Farm plant found at London market. (14)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FF500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90s</w:t>
            </w:r>
            <w:r w:rsidR="0093567F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E</w:t>
            </w:r>
            <w:r w:rsidR="00D45DA5"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ngland defender's break-through on the radio. (6)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Decorate grandad badly?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Stone queen found between bridesmaid and confused boy. (7)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Part of Luke's work is to find bride with good English lingerie. (7)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See 14 down (4,3)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Today's food does not come from our Honeymoon destination. (7)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Genetic code finally found within Laura.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BD4CFA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Alice's favourite </w:t>
            </w:r>
            <w:r w:rsidR="00BD4CFA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drink knocked back, for example</w:t>
            </w: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(5)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50272E" w:rsidP="0041650E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Cambridge DOS </w:t>
            </w:r>
            <w:r w:rsidR="0041650E">
              <w:rPr>
                <w:rFonts w:ascii="Calibri" w:eastAsia="Times New Roman" w:hAnsi="Calibri"/>
                <w:sz w:val="18"/>
                <w:szCs w:val="18"/>
                <w:lang w:eastAsia="en-GB"/>
              </w:rPr>
              <w:t>is vocal in study</w:t>
            </w:r>
            <w:r w:rsidR="00907779"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(3)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F06413" w:rsidP="0041650E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To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m's first </w:t>
            </w:r>
            <w:r w:rsidR="00C00555">
              <w:rPr>
                <w:rFonts w:ascii="Calibri" w:eastAsia="Times New Roman" w:hAnsi="Calibri"/>
                <w:sz w:val="18"/>
                <w:szCs w:val="18"/>
                <w:lang w:eastAsia="en-GB"/>
              </w:rPr>
              <w:t>fungus -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veh</w:t>
            </w:r>
            <w:r w:rsidR="00EB0089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icle sent back </w:t>
            </w:r>
            <w:r w:rsidR="0041650E">
              <w:rPr>
                <w:rFonts w:ascii="Calibri" w:eastAsia="Times New Roman" w:hAnsi="Calibri"/>
                <w:sz w:val="18"/>
                <w:szCs w:val="18"/>
                <w:lang w:eastAsia="en-GB"/>
              </w:rPr>
              <w:t>to get a</w:t>
            </w:r>
            <w:r w:rsidR="00EB0089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bigger one?</w:t>
            </w:r>
            <w:r w:rsidR="00D45DA5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(7)</w:t>
            </w:r>
          </w:p>
        </w:tc>
      </w:tr>
      <w:tr w:rsidR="00D45DA5" w:rsidRPr="00D45DA5" w:rsidTr="00F75927">
        <w:trPr>
          <w:trHeight w:val="227"/>
        </w:trPr>
        <w:tc>
          <w:tcPr>
            <w:tcW w:w="389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4997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45DA5" w:rsidRPr="00D45DA5" w:rsidRDefault="00D45DA5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Grandad's employer far back. (3)</w:t>
            </w:r>
          </w:p>
        </w:tc>
      </w:tr>
    </w:tbl>
    <w:tbl>
      <w:tblPr>
        <w:tblpPr w:leftFromText="180" w:rightFromText="180" w:vertAnchor="text" w:horzAnchor="page" w:tblpX="6451" w:tblpY="366"/>
        <w:tblW w:w="50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4624"/>
      </w:tblGrid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Arial" w:eastAsia="Times New Roman" w:hAnsi="Arial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Down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Very cheap recorder topped by Blu-ray</w:t>
            </w: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(3)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6C028B" w:rsidP="00741452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Lost civilisation </w:t>
            </w:r>
            <w:r w:rsidR="00741452">
              <w:rPr>
                <w:rFonts w:ascii="Calibri" w:eastAsia="Times New Roman" w:hAnsi="Calibri"/>
                <w:sz w:val="18"/>
                <w:szCs w:val="18"/>
                <w:lang w:eastAsia="en-GB"/>
              </w:rPr>
              <w:t>overheard talk of disease from the south.</w:t>
            </w:r>
            <w:r w:rsidR="00F75927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(4)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41650E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Truck</w:t>
            </w:r>
            <w:r w:rsidR="00F75927"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enters part of theatre, right for proposal venue. (9)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B001E0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Eccentric for whom beer is</w:t>
            </w:r>
            <w:r w:rsidR="00B001E0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an insult to Ed</w:t>
            </w:r>
            <w:r w:rsidR="00B41622">
              <w:rPr>
                <w:rFonts w:ascii="Calibri" w:eastAsia="Times New Roman" w:hAnsi="Calibri"/>
                <w:sz w:val="18"/>
                <w:szCs w:val="18"/>
                <w:lang w:eastAsia="en-GB"/>
              </w:rPr>
              <w:t>’s work</w:t>
            </w:r>
            <w:r w:rsidR="00B001E0">
              <w:rPr>
                <w:rFonts w:ascii="Calibri" w:eastAsia="Times New Roman" w:hAnsi="Calibri"/>
                <w:sz w:val="18"/>
                <w:szCs w:val="18"/>
                <w:lang w:eastAsia="en-GB"/>
              </w:rPr>
              <w:t>!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(8)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Cow crossing for shade. (6)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Do the happy couple live in a sausage? (10)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Tea makers and sailors mingled in town. (6,5)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Conventional hot rod replaced with mad ox. (8)</w:t>
            </w:r>
          </w:p>
        </w:tc>
      </w:tr>
      <w:tr w:rsidR="00194D0B" w:rsidRPr="00D45DA5" w:rsidTr="00722496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194D0B" w:rsidRDefault="00194D0B" w:rsidP="00722496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194D0B" w:rsidRPr="00D45DA5" w:rsidRDefault="00722496" w:rsidP="002709C1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722496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Key elements, Lutetium and Calcium, almost escaped from the Pancreas</w:t>
            </w:r>
            <w:r w:rsidR="002709C1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?</w:t>
            </w:r>
            <w:r w:rsidR="00002E33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</w:t>
            </w:r>
            <w:r w:rsidR="00FF7772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(8)</w:t>
            </w:r>
            <w:r w:rsidR="00A01F01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Troublesome sprite with the French variable bride</w:t>
            </w:r>
            <w:r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color w:val="000000"/>
                <w:sz w:val="18"/>
                <w:szCs w:val="18"/>
                <w:lang w:eastAsia="en-GB"/>
              </w:rPr>
              <w:t xml:space="preserve"> (9)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7D0EE8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No love for </w:t>
            </w:r>
            <w:r w:rsidR="007D0EE8">
              <w:rPr>
                <w:rFonts w:ascii="Calibri" w:eastAsia="Times New Roman" w:hAnsi="Calibri"/>
                <w:sz w:val="18"/>
                <w:szCs w:val="18"/>
                <w:lang w:eastAsia="en-GB"/>
              </w:rPr>
              <w:t>Andy’s 60s counterpart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in band</w:t>
            </w: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(4)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(and 21 acc) Dave and Mike stem Ben's spill. (4,3)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Drink and appreciate French art, to get climbing fit. (8)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25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5E5D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All great leaders make 14</w:t>
            </w:r>
            <w:bookmarkStart w:id="0" w:name="_GoBack"/>
            <w:bookmarkEnd w:id="0"/>
            <w:r w:rsidR="00F75927"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from this. (2)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Divine forgiveness for those who do this? (3)</w:t>
            </w:r>
          </w:p>
        </w:tc>
      </w:tr>
      <w:tr w:rsidR="00F75927" w:rsidRPr="00D45DA5" w:rsidTr="00741452">
        <w:trPr>
          <w:trHeight w:val="227"/>
        </w:trPr>
        <w:tc>
          <w:tcPr>
            <w:tcW w:w="383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194D0B" w:rsidP="00F75927">
            <w:pPr>
              <w:jc w:val="center"/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/>
                <w:b/>
                <w:bCs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4624" w:type="dxa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F75927" w:rsidRPr="00D45DA5" w:rsidRDefault="00F75927" w:rsidP="00F75927">
            <w:pPr>
              <w:rPr>
                <w:rFonts w:ascii="Calibri" w:eastAsia="Times New Roman" w:hAnsi="Calibri"/>
                <w:sz w:val="18"/>
                <w:szCs w:val="18"/>
                <w:lang w:eastAsia="en-GB"/>
              </w:rPr>
            </w:pP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>Broadcast this melody</w:t>
            </w:r>
            <w:r>
              <w:rPr>
                <w:rFonts w:ascii="Calibri" w:eastAsia="Times New Roman" w:hAnsi="Calibri"/>
                <w:sz w:val="18"/>
                <w:szCs w:val="18"/>
                <w:lang w:eastAsia="en-GB"/>
              </w:rPr>
              <w:t>.</w:t>
            </w:r>
            <w:r w:rsidRPr="00D45DA5">
              <w:rPr>
                <w:rFonts w:ascii="Calibri" w:eastAsia="Times New Roman" w:hAnsi="Calibri"/>
                <w:sz w:val="18"/>
                <w:szCs w:val="18"/>
                <w:lang w:eastAsia="en-GB"/>
              </w:rPr>
              <w:t xml:space="preserve"> (3)</w:t>
            </w:r>
          </w:p>
        </w:tc>
      </w:tr>
    </w:tbl>
    <w:p w:rsidR="00167F8F" w:rsidRDefault="00195E5D"/>
    <w:p w:rsidR="000A1E7B" w:rsidRDefault="000A1E7B"/>
    <w:p w:rsidR="00BB4A26" w:rsidRDefault="00BB4A26"/>
    <w:sectPr w:rsidR="00BB4A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7B"/>
    <w:rsid w:val="00002E33"/>
    <w:rsid w:val="00032E41"/>
    <w:rsid w:val="000A1E7B"/>
    <w:rsid w:val="00194D0B"/>
    <w:rsid w:val="00195E5D"/>
    <w:rsid w:val="002709C1"/>
    <w:rsid w:val="002C5FEC"/>
    <w:rsid w:val="003440E5"/>
    <w:rsid w:val="003C3289"/>
    <w:rsid w:val="0041650E"/>
    <w:rsid w:val="00473C54"/>
    <w:rsid w:val="004C02A7"/>
    <w:rsid w:val="004D1580"/>
    <w:rsid w:val="0050272E"/>
    <w:rsid w:val="00654205"/>
    <w:rsid w:val="006C028B"/>
    <w:rsid w:val="00722496"/>
    <w:rsid w:val="00741452"/>
    <w:rsid w:val="007C3DFF"/>
    <w:rsid w:val="007D0EE8"/>
    <w:rsid w:val="008C73F5"/>
    <w:rsid w:val="00907779"/>
    <w:rsid w:val="0093567F"/>
    <w:rsid w:val="00990FCE"/>
    <w:rsid w:val="009D2DBE"/>
    <w:rsid w:val="00A01F01"/>
    <w:rsid w:val="00A05AB0"/>
    <w:rsid w:val="00A35FB4"/>
    <w:rsid w:val="00B001E0"/>
    <w:rsid w:val="00B33AD6"/>
    <w:rsid w:val="00B41622"/>
    <w:rsid w:val="00BB4A26"/>
    <w:rsid w:val="00BD4CFA"/>
    <w:rsid w:val="00C00555"/>
    <w:rsid w:val="00D249C1"/>
    <w:rsid w:val="00D26121"/>
    <w:rsid w:val="00D45DA5"/>
    <w:rsid w:val="00D85E29"/>
    <w:rsid w:val="00DF26BD"/>
    <w:rsid w:val="00E64863"/>
    <w:rsid w:val="00EB0089"/>
    <w:rsid w:val="00F06413"/>
    <w:rsid w:val="00F75927"/>
    <w:rsid w:val="00FF5007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C970518D.dotm</Template>
  <TotalTime>64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Pearce</dc:creator>
  <cp:lastModifiedBy>Luke Pearce</cp:lastModifiedBy>
  <cp:revision>36</cp:revision>
  <cp:lastPrinted>2016-06-14T13:16:00Z</cp:lastPrinted>
  <dcterms:created xsi:type="dcterms:W3CDTF">2016-06-08T08:52:00Z</dcterms:created>
  <dcterms:modified xsi:type="dcterms:W3CDTF">2016-06-24T12:06:00Z</dcterms:modified>
</cp:coreProperties>
</file>