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5D0" w:rsidRPr="00C85E3C" w:rsidRDefault="00A275D0" w:rsidP="00283A18">
      <w:pPr>
        <w:pStyle w:val="Heading1"/>
        <w:rPr>
          <w:lang w:eastAsia="en-US"/>
        </w:rPr>
      </w:pPr>
      <w:r w:rsidRPr="00C85E3C">
        <w:rPr>
          <w:lang w:eastAsia="en-US"/>
        </w:rPr>
        <w:t>Machines</w:t>
      </w:r>
    </w:p>
    <w:p w:rsidR="00A275D0" w:rsidRDefault="00A275D0" w:rsidP="00283A18">
      <w:pPr>
        <w:pStyle w:val="Heading3"/>
        <w:rPr>
          <w:lang w:eastAsia="en-US"/>
        </w:rPr>
      </w:pPr>
      <w:r w:rsidRPr="00A275D0">
        <w:rPr>
          <w:lang w:eastAsia="en-US"/>
        </w:rPr>
        <w:t>Section A</w:t>
      </w:r>
    </w:p>
    <w:p w:rsidR="00A275D0" w:rsidRPr="00DE05DB" w:rsidRDefault="00A275D0" w:rsidP="00DE05DB">
      <w:pPr>
        <w:pStyle w:val="ListParagraph"/>
        <w:numPr>
          <w:ilvl w:val="0"/>
          <w:numId w:val="12"/>
        </w:numPr>
        <w:ind w:left="360"/>
        <w:contextualSpacing/>
        <w:rPr>
          <w:rFonts w:cstheme="minorBidi"/>
          <w:lang w:eastAsia="en-US"/>
        </w:rPr>
      </w:pPr>
      <w:r w:rsidRPr="00DE05DB">
        <w:rPr>
          <w:rFonts w:cstheme="minorBidi"/>
          <w:lang w:eastAsia="en-US"/>
        </w:rPr>
        <w:t>A machine takes an input, divides it by 2 and then adds 5.</w:t>
      </w:r>
      <w:r w:rsidR="006D4A60" w:rsidRPr="006D4A60">
        <w:rPr>
          <w:rFonts w:cstheme="minorBidi"/>
          <w:b/>
          <w:noProof/>
          <w:u w:val="single"/>
        </w:rPr>
        <w:t xml:space="preserve"> 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theme="minorBidi"/>
          <w:lang w:eastAsia="en-US"/>
        </w:rPr>
        <w:t>Find the output if the input is:</w:t>
      </w:r>
      <w:r w:rsidRPr="00DE05DB">
        <w:rPr>
          <w:rFonts w:cstheme="minorBidi"/>
          <w:lang w:eastAsia="en-US"/>
        </w:rPr>
        <w:tab/>
      </w:r>
      <w:r w:rsidRPr="00DE05DB">
        <w:rPr>
          <w:rFonts w:cs="Arial"/>
          <w:lang w:eastAsia="en-US"/>
        </w:rPr>
        <w:t>2</w:t>
      </w:r>
      <w:r w:rsidRPr="00DE05DB">
        <w:rPr>
          <w:rFonts w:cs="Arial"/>
          <w:lang w:eastAsia="en-US"/>
        </w:rPr>
        <w:tab/>
        <w:t>-6</w:t>
      </w:r>
      <w:r w:rsidRPr="00DE05DB">
        <w:rPr>
          <w:rFonts w:cs="Arial"/>
          <w:lang w:eastAsia="en-US"/>
        </w:rPr>
        <w:tab/>
        <w:t>7</w:t>
      </w:r>
      <w:r w:rsidRPr="00DE05DB">
        <w:rPr>
          <w:rFonts w:cs="Arial"/>
          <w:lang w:eastAsia="en-US"/>
        </w:rPr>
        <w:tab/>
      </w:r>
      <w:r w:rsidRPr="00A275D0">
        <w:rPr>
          <w:position w:val="-4"/>
          <w:lang w:eastAsia="en-US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6" o:title=""/>
          </v:shape>
          <o:OLEObject Type="Embed" ProgID="Equation.DSMT4" ShapeID="_x0000_i1025" DrawAspect="Content" ObjectID="_1471330606" r:id="rId7"/>
        </w:object>
      </w:r>
      <w:r w:rsidRPr="00DE05DB">
        <w:rPr>
          <w:rFonts w:cs="Arial"/>
          <w:lang w:eastAsia="en-US"/>
        </w:rPr>
        <w:tab/>
      </w:r>
      <w:r w:rsidRPr="00A275D0">
        <w:rPr>
          <w:lang w:eastAsia="en-US"/>
        </w:rPr>
        <w:object w:dxaOrig="660" w:dyaOrig="279">
          <v:shape id="_x0000_i1026" type="#_x0000_t75" style="width:33pt;height:14.25pt" o:ole="">
            <v:imagedata r:id="rId8" o:title=""/>
          </v:shape>
          <o:OLEObject Type="Embed" ProgID="Equation.DSMT4" ShapeID="_x0000_i1026" DrawAspect="Content" ObjectID="_1471330607" r:id="rId9"/>
        </w:object>
      </w:r>
      <w:r w:rsidR="00D04185" w:rsidRPr="00DE05DB">
        <w:rPr>
          <w:rFonts w:cs="Arial"/>
          <w:position w:val="-6"/>
          <w:lang w:eastAsia="en-US"/>
        </w:rPr>
        <w:t xml:space="preserve">        </w:t>
      </w:r>
      <w:r w:rsidR="00D04185" w:rsidRPr="00D04185">
        <w:rPr>
          <w:lang w:eastAsia="en-US"/>
        </w:rPr>
        <w:object w:dxaOrig="520" w:dyaOrig="279">
          <v:shape id="_x0000_i1027" type="#_x0000_t75" style="width:26.25pt;height:14.25pt" o:ole="">
            <v:imagedata r:id="rId10" o:title=""/>
          </v:shape>
          <o:OLEObject Type="Embed" ProgID="Equation.DSMT4" ShapeID="_x0000_i1027" DrawAspect="Content" ObjectID="_1471330608" r:id="rId11"/>
        </w:objec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Find the input if the output is:</w:t>
      </w:r>
      <w:r w:rsidRPr="00DE05DB">
        <w:rPr>
          <w:rFonts w:cs="Arial"/>
          <w:lang w:eastAsia="en-US"/>
        </w:rPr>
        <w:tab/>
        <w:t>15</w:t>
      </w:r>
      <w:r w:rsidRPr="00DE05DB">
        <w:rPr>
          <w:rFonts w:cs="Arial"/>
          <w:lang w:eastAsia="en-US"/>
        </w:rPr>
        <w:tab/>
        <w:t>1.5</w:t>
      </w:r>
      <w:r w:rsidRPr="00DE05DB">
        <w:rPr>
          <w:rFonts w:cs="Arial"/>
          <w:lang w:eastAsia="en-US"/>
        </w:rPr>
        <w:tab/>
      </w:r>
      <w:r w:rsidRPr="00A275D0">
        <w:rPr>
          <w:lang w:eastAsia="en-US"/>
        </w:rPr>
        <w:object w:dxaOrig="180" w:dyaOrig="260">
          <v:shape id="_x0000_i1028" type="#_x0000_t75" style="width:9pt;height:12.75pt" o:ole="">
            <v:imagedata r:id="rId12" o:title=""/>
          </v:shape>
          <o:OLEObject Type="Embed" ProgID="Equation.DSMT4" ShapeID="_x0000_i1028" DrawAspect="Content" ObjectID="_1471330609" r:id="rId13"/>
        </w:object>
      </w:r>
      <w:r w:rsidRPr="00DE05DB">
        <w:rPr>
          <w:rFonts w:cs="Arial"/>
          <w:lang w:eastAsia="en-US"/>
        </w:rPr>
        <w:tab/>
      </w:r>
      <w:r w:rsidRPr="00A275D0">
        <w:rPr>
          <w:lang w:eastAsia="en-US"/>
        </w:rPr>
        <w:object w:dxaOrig="639" w:dyaOrig="320">
          <v:shape id="_x0000_i1029" type="#_x0000_t75" style="width:33pt;height:15.75pt" o:ole="">
            <v:imagedata r:id="rId14" o:title=""/>
          </v:shape>
          <o:OLEObject Type="Embed" ProgID="Equation.DSMT4" ShapeID="_x0000_i1029" DrawAspect="Content" ObjectID="_1471330610" r:id="rId15"/>
        </w:object>
      </w:r>
    </w:p>
    <w:p w:rsidR="00A275D0" w:rsidRPr="00A275D0" w:rsidRDefault="00A275D0" w:rsidP="00DE05DB">
      <w:pPr>
        <w:rPr>
          <w:rFonts w:cs="Arial"/>
          <w:lang w:eastAsia="en-US"/>
        </w:rPr>
      </w:pPr>
    </w:p>
    <w:p w:rsidR="00A275D0" w:rsidRPr="00DE05DB" w:rsidRDefault="00A275D0" w:rsidP="00DE05DB">
      <w:pPr>
        <w:pStyle w:val="ListParagraph"/>
        <w:numPr>
          <w:ilvl w:val="0"/>
          <w:numId w:val="12"/>
        </w:numPr>
        <w:ind w:left="36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A machine takes an input, multiplies it by 4, subtracts 3, multiplies by 2 and then adds 1.</w:t>
      </w:r>
    </w:p>
    <w:p w:rsidR="00DE05DB" w:rsidRPr="00DE05DB" w:rsidRDefault="00DE05DB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Find the output when the input is 2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Find what the output is when the input </w:t>
      </w:r>
      <w:proofErr w:type="gramStart"/>
      <w:r w:rsidRPr="00DE05DB">
        <w:rPr>
          <w:rFonts w:cs="Arial"/>
          <w:lang w:eastAsia="en-US"/>
        </w:rPr>
        <w:t xml:space="preserve">is </w:t>
      </w:r>
      <w:proofErr w:type="gramEnd"/>
      <w:r w:rsidRPr="00A275D0">
        <w:rPr>
          <w:position w:val="-4"/>
          <w:lang w:eastAsia="en-US"/>
        </w:rPr>
        <w:object w:dxaOrig="200" w:dyaOrig="200">
          <v:shape id="_x0000_i1030" type="#_x0000_t75" style="width:9.75pt;height:9.75pt" o:ole="">
            <v:imagedata r:id="rId16" o:title=""/>
          </v:shape>
          <o:OLEObject Type="Embed" ProgID="Equation.DSMT4" ShapeID="_x0000_i1030" DrawAspect="Content" ObjectID="_1471330611" r:id="rId17"/>
        </w:object>
      </w:r>
      <w:r w:rsidRPr="00DE05DB">
        <w:rPr>
          <w:rFonts w:cs="Arial"/>
          <w:lang w:eastAsia="en-US"/>
        </w:rPr>
        <w:t>.</w:t>
      </w:r>
      <w:r w:rsidR="00DE05DB" w:rsidRPr="00DE05DB">
        <w:rPr>
          <w:rFonts w:cs="Arial"/>
          <w:lang w:eastAsia="en-US"/>
        </w:rPr>
        <w:t xml:space="preserve">  Simplify your answer.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Hence describe a machine that does the same thing in only 2 steps.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Find what the input is when the output </w:t>
      </w:r>
      <w:proofErr w:type="gramStart"/>
      <w:r w:rsidRPr="00DE05DB">
        <w:rPr>
          <w:rFonts w:cs="Arial"/>
          <w:lang w:eastAsia="en-US"/>
        </w:rPr>
        <w:t xml:space="preserve">is </w:t>
      </w:r>
      <w:proofErr w:type="gramEnd"/>
      <w:r w:rsidRPr="00A275D0">
        <w:rPr>
          <w:position w:val="-10"/>
          <w:lang w:eastAsia="en-US"/>
        </w:rPr>
        <w:object w:dxaOrig="180" w:dyaOrig="260">
          <v:shape id="_x0000_i1031" type="#_x0000_t75" style="width:9pt;height:12.75pt" o:ole="">
            <v:imagedata r:id="rId18" o:title=""/>
          </v:shape>
          <o:OLEObject Type="Embed" ProgID="Equation.DSMT4" ShapeID="_x0000_i1031" DrawAspect="Content" ObjectID="_1471330612" r:id="rId19"/>
        </w:object>
      </w:r>
      <w:r w:rsidRPr="00DE05DB">
        <w:rPr>
          <w:rFonts w:cs="Arial"/>
          <w:lang w:eastAsia="en-US"/>
        </w:rPr>
        <w:t>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Hence describe a machine that does the same thing in only 2 steps.</w:t>
      </w:r>
    </w:p>
    <w:p w:rsidR="00A275D0" w:rsidRPr="00A275D0" w:rsidRDefault="00A275D0" w:rsidP="00DE05DB">
      <w:pPr>
        <w:rPr>
          <w:rFonts w:cs="Arial"/>
          <w:lang w:eastAsia="en-US"/>
        </w:rPr>
      </w:pPr>
    </w:p>
    <w:p w:rsidR="00A275D0" w:rsidRPr="00DE05DB" w:rsidRDefault="00A275D0" w:rsidP="00DE05DB">
      <w:pPr>
        <w:pStyle w:val="ListParagraph"/>
        <w:numPr>
          <w:ilvl w:val="0"/>
          <w:numId w:val="12"/>
        </w:numPr>
        <w:ind w:left="36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A machine takes an input, squares it and adds 7.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Find the</w:t>
      </w:r>
      <w:r w:rsidR="003360B6">
        <w:rPr>
          <w:rFonts w:cs="Arial"/>
          <w:lang w:eastAsia="en-US"/>
        </w:rPr>
        <w:t xml:space="preserve"> output if the input is:</w:t>
      </w:r>
      <w:r w:rsidR="003360B6">
        <w:rPr>
          <w:rFonts w:cs="Arial"/>
          <w:lang w:eastAsia="en-US"/>
        </w:rPr>
        <w:tab/>
        <w:t>5</w:t>
      </w:r>
      <w:r w:rsidR="003360B6">
        <w:rPr>
          <w:rFonts w:cs="Arial"/>
          <w:lang w:eastAsia="en-US"/>
        </w:rPr>
        <w:tab/>
        <w:t>-3</w:t>
      </w:r>
      <w:r w:rsidR="003360B6">
        <w:rPr>
          <w:rFonts w:cs="Arial"/>
          <w:lang w:eastAsia="en-US"/>
        </w:rPr>
        <w:tab/>
      </w:r>
      <w:r w:rsidRPr="00A275D0">
        <w:rPr>
          <w:position w:val="-4"/>
          <w:lang w:eastAsia="en-US"/>
        </w:rPr>
        <w:object w:dxaOrig="200" w:dyaOrig="200">
          <v:shape id="_x0000_i1032" type="#_x0000_t75" style="width:9.75pt;height:9.75pt" o:ole="">
            <v:imagedata r:id="rId20" o:title=""/>
          </v:shape>
          <o:OLEObject Type="Embed" ProgID="Equation.DSMT4" ShapeID="_x0000_i1032" DrawAspect="Content" ObjectID="_1471330613" r:id="rId21"/>
        </w:object>
      </w:r>
      <w:r w:rsidRPr="00DE05DB">
        <w:rPr>
          <w:rFonts w:cs="Arial"/>
          <w:lang w:eastAsia="en-US"/>
        </w:rPr>
        <w:tab/>
      </w:r>
      <w:r w:rsidRPr="00DE05DB">
        <w:rPr>
          <w:rFonts w:cs="Arial"/>
          <w:i/>
          <w:lang w:eastAsia="en-US"/>
        </w:rPr>
        <w:t>d</w:t>
      </w:r>
      <w:r w:rsidRPr="00DE05DB">
        <w:rPr>
          <w:rFonts w:cs="Arial"/>
          <w:lang w:eastAsia="en-US"/>
        </w:rPr>
        <w:t xml:space="preserve"> + 1</w:t>
      </w:r>
    </w:p>
    <w:p w:rsidR="00A275D0" w:rsidRPr="00DE05DB" w:rsidRDefault="00A275D0" w:rsidP="00DE05DB">
      <w:pPr>
        <w:pStyle w:val="ListParagraph"/>
        <w:widowControl w:val="0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Find the input if the output is:</w:t>
      </w:r>
      <w:r w:rsidRPr="00DE05DB">
        <w:rPr>
          <w:rFonts w:cs="Arial"/>
          <w:lang w:eastAsia="en-US"/>
        </w:rPr>
        <w:tab/>
        <w:t>16</w:t>
      </w:r>
      <w:r w:rsidRPr="00DE05DB">
        <w:rPr>
          <w:rFonts w:cs="Arial"/>
          <w:lang w:eastAsia="en-US"/>
        </w:rPr>
        <w:tab/>
        <w:t>107</w:t>
      </w:r>
      <w:r w:rsidRPr="00DE05DB">
        <w:rPr>
          <w:rFonts w:cs="Arial"/>
          <w:lang w:eastAsia="en-US"/>
        </w:rPr>
        <w:tab/>
      </w:r>
      <w:r w:rsidRPr="00A275D0">
        <w:rPr>
          <w:position w:val="-10"/>
          <w:lang w:eastAsia="en-US"/>
        </w:rPr>
        <w:object w:dxaOrig="180" w:dyaOrig="260">
          <v:shape id="_x0000_i1033" type="#_x0000_t75" style="width:9pt;height:12.75pt" o:ole="">
            <v:imagedata r:id="rId22" o:title=""/>
          </v:shape>
          <o:OLEObject Type="Embed" ProgID="Equation.DSMT4" ShapeID="_x0000_i1033" DrawAspect="Content" ObjectID="_1471330614" r:id="rId23"/>
        </w:object>
      </w:r>
    </w:p>
    <w:p w:rsidR="00A275D0" w:rsidRPr="00DE05DB" w:rsidRDefault="00A275D0" w:rsidP="00DE05DB">
      <w:pPr>
        <w:pStyle w:val="ListParagraph"/>
        <w:widowControl w:val="0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Is there another answer to the questions in part b?</w:t>
      </w:r>
    </w:p>
    <w:p w:rsidR="00A275D0" w:rsidRDefault="00283A18" w:rsidP="00DE05DB">
      <w:pPr>
        <w:contextualSpacing/>
        <w:rPr>
          <w:rFonts w:cs="Arial"/>
          <w:lang w:eastAsia="en-US"/>
        </w:rPr>
      </w:pPr>
      <w:r>
        <w:rPr>
          <w:rFonts w:cs="Arial"/>
          <w:lang w:eastAsia="en-US"/>
        </w:rPr>
        <w:t>___________________________________________________________________________</w:t>
      </w:r>
    </w:p>
    <w:p w:rsidR="00283A18" w:rsidRDefault="00283A18" w:rsidP="00DE05DB">
      <w:pPr>
        <w:contextualSpacing/>
        <w:rPr>
          <w:rFonts w:cs="Arial"/>
          <w:lang w:eastAsia="en-US"/>
        </w:rPr>
      </w:pPr>
    </w:p>
    <w:p w:rsidR="00A275D0" w:rsidRPr="00DE05DB" w:rsidRDefault="00A275D0" w:rsidP="00DE05DB">
      <w:pPr>
        <w:pStyle w:val="ListParagraph"/>
        <w:numPr>
          <w:ilvl w:val="0"/>
          <w:numId w:val="12"/>
        </w:numPr>
        <w:ind w:left="36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A machine can be written </w:t>
      </w:r>
      <w:proofErr w:type="gramStart"/>
      <w:r w:rsidRPr="00DE05DB">
        <w:rPr>
          <w:rFonts w:cs="Arial"/>
          <w:lang w:eastAsia="en-US"/>
        </w:rPr>
        <w:t xml:space="preserve">as </w:t>
      </w:r>
      <w:proofErr w:type="gramEnd"/>
      <w:r w:rsidRPr="00A275D0">
        <w:rPr>
          <w:position w:val="-6"/>
        </w:rPr>
        <w:object w:dxaOrig="1160" w:dyaOrig="279">
          <v:shape id="_x0000_i1034" type="#_x0000_t75" style="width:57.75pt;height:14.25pt" o:ole="">
            <v:imagedata r:id="rId24" o:title=""/>
          </v:shape>
          <o:OLEObject Type="Embed" ProgID="Equation.DSMT4" ShapeID="_x0000_i1034" DrawAspect="Content" ObjectID="_1471330615" r:id="rId25"/>
        </w:object>
      </w:r>
      <w:r>
        <w:t xml:space="preserve">. 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What does the machine do to the input?</w:t>
      </w:r>
      <w:r w:rsidR="00D04185" w:rsidRPr="00DE05DB">
        <w:rPr>
          <w:rFonts w:cs="Arial"/>
          <w:lang w:eastAsia="en-US"/>
        </w:rPr>
        <w:t xml:space="preserve"> (as a chain of operations</w:t>
      </w:r>
      <w:r w:rsidR="00E10F61">
        <w:rPr>
          <w:rFonts w:cs="Arial"/>
          <w:lang w:eastAsia="en-US"/>
        </w:rPr>
        <w:t>, like it was given in Q1-3</w:t>
      </w:r>
      <w:r w:rsidR="00D04185" w:rsidRPr="00DE05DB">
        <w:rPr>
          <w:rFonts w:cs="Arial"/>
          <w:lang w:eastAsia="en-US"/>
        </w:rPr>
        <w:t>)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What is the input is the output is </w:t>
      </w:r>
      <w:r w:rsidRPr="00DE05DB">
        <w:rPr>
          <w:rFonts w:cs="Arial"/>
          <w:i/>
          <w:lang w:eastAsia="en-US"/>
        </w:rPr>
        <w:t>b</w:t>
      </w:r>
      <w:r w:rsidRPr="00DE05DB">
        <w:rPr>
          <w:rFonts w:cs="Arial"/>
          <w:lang w:eastAsia="en-US"/>
        </w:rPr>
        <w:t>?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Show that, if the input is </w:t>
      </w:r>
      <w:r w:rsidRPr="00DE05DB">
        <w:rPr>
          <w:rFonts w:cs="Arial"/>
          <w:i/>
          <w:lang w:eastAsia="en-US"/>
        </w:rPr>
        <w:t>c</w:t>
      </w:r>
      <w:r w:rsidRPr="00DE05DB">
        <w:rPr>
          <w:rFonts w:cs="Arial"/>
          <w:lang w:eastAsia="en-US"/>
        </w:rPr>
        <w:t xml:space="preserve"> – 3, that the output is 4</w:t>
      </w:r>
      <w:r w:rsidRPr="00DE05DB">
        <w:rPr>
          <w:rFonts w:cs="Arial"/>
          <w:i/>
          <w:lang w:eastAsia="en-US"/>
        </w:rPr>
        <w:t>c</w:t>
      </w:r>
      <w:r w:rsidRPr="00DE05DB">
        <w:rPr>
          <w:rFonts w:cs="Arial"/>
          <w:lang w:eastAsia="en-US"/>
        </w:rPr>
        <w:t xml:space="preserve"> – 17</w:t>
      </w:r>
    </w:p>
    <w:p w:rsidR="00A275D0" w:rsidRPr="00DE05DB" w:rsidRDefault="00DC5814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>
        <w:rPr>
          <w:rFonts w:cs="Arial"/>
          <w:lang w:eastAsia="en-US"/>
        </w:rPr>
        <w:t>Show that</w:t>
      </w:r>
      <w:r w:rsidRPr="00A275D0">
        <w:rPr>
          <w:position w:val="-24"/>
          <w:lang w:eastAsia="en-US"/>
        </w:rPr>
        <w:object w:dxaOrig="1380" w:dyaOrig="639">
          <v:shape id="_x0000_i1035" type="#_x0000_t75" style="width:69pt;height:33pt" o:ole="">
            <v:imagedata r:id="rId26" o:title=""/>
          </v:shape>
          <o:OLEObject Type="Embed" ProgID="Equation.DSMT4" ShapeID="_x0000_i1035" DrawAspect="Content" ObjectID="_1471330616" r:id="rId27"/>
        </w:object>
      </w:r>
    </w:p>
    <w:p w:rsidR="00A275D0" w:rsidRPr="00DE05DB" w:rsidRDefault="00DC5814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>
        <w:rPr>
          <w:rFonts w:cs="Arial"/>
          <w:lang w:eastAsia="en-US"/>
        </w:rPr>
        <w:t>Show that</w:t>
      </w:r>
      <w:r w:rsidR="00A275D0" w:rsidRPr="00DE05DB">
        <w:rPr>
          <w:rFonts w:cs="Arial"/>
          <w:lang w:eastAsia="en-US"/>
        </w:rPr>
        <w:t xml:space="preserve"> </w:t>
      </w:r>
      <w:r w:rsidRPr="00A275D0">
        <w:rPr>
          <w:position w:val="-24"/>
          <w:lang w:eastAsia="en-US"/>
        </w:rPr>
        <w:object w:dxaOrig="1040" w:dyaOrig="639">
          <v:shape id="_x0000_i1036" type="#_x0000_t75" style="width:51.75pt;height:33pt" o:ole="">
            <v:imagedata r:id="rId28" o:title=""/>
          </v:shape>
          <o:OLEObject Type="Embed" ProgID="Equation.DSMT4" ShapeID="_x0000_i1036" DrawAspect="Content" ObjectID="_1471330617" r:id="rId29"/>
        </w:object>
      </w:r>
    </w:p>
    <w:p w:rsidR="00A275D0" w:rsidRPr="00A275D0" w:rsidRDefault="00A275D0" w:rsidP="00DE05DB">
      <w:pPr>
        <w:ind w:left="-1080"/>
        <w:rPr>
          <w:rFonts w:cs="Arial"/>
          <w:lang w:eastAsia="en-US"/>
        </w:rPr>
      </w:pPr>
    </w:p>
    <w:p w:rsidR="00A275D0" w:rsidRPr="00DE05DB" w:rsidRDefault="00A275D0" w:rsidP="00DE05DB">
      <w:pPr>
        <w:pStyle w:val="ListParagraph"/>
        <w:numPr>
          <w:ilvl w:val="0"/>
          <w:numId w:val="12"/>
        </w:numPr>
        <w:ind w:left="36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A machine takes an input, multiplies by one more than the input, and then divides by 2.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What is the output if the input is 7?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What is the output if the input is -4?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By guessing and checking, find an input which gives an output of 55.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What is the output if the input is </w:t>
      </w:r>
      <w:r w:rsidRPr="00DE05DB">
        <w:rPr>
          <w:rFonts w:cs="Arial"/>
          <w:i/>
          <w:lang w:eastAsia="en-US"/>
        </w:rPr>
        <w:t>x</w:t>
      </w:r>
      <w:r w:rsidRPr="00DE05DB">
        <w:rPr>
          <w:rFonts w:cs="Arial"/>
          <w:lang w:eastAsia="en-US"/>
        </w:rPr>
        <w:t>?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Explain why, if the output is 10, the input must solve the equation </w:t>
      </w:r>
      <w:r w:rsidRPr="00A275D0">
        <w:rPr>
          <w:position w:val="-24"/>
          <w:lang w:eastAsia="en-US"/>
        </w:rPr>
        <w:object w:dxaOrig="1160" w:dyaOrig="660">
          <v:shape id="_x0000_i1037" type="#_x0000_t75" style="width:57.75pt;height:33pt" o:ole="">
            <v:imagedata r:id="rId30" o:title=""/>
          </v:shape>
          <o:OLEObject Type="Embed" ProgID="Equation.DSMT4" ShapeID="_x0000_i1037" DrawAspect="Content" ObjectID="_1471330618" r:id="rId31"/>
        </w:objec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 xml:space="preserve">Solve this equation to find </w:t>
      </w:r>
      <w:r w:rsidRPr="00DE05DB">
        <w:rPr>
          <w:rFonts w:cs="Arial"/>
          <w:i/>
          <w:lang w:eastAsia="en-US"/>
        </w:rPr>
        <w:t xml:space="preserve">both </w:t>
      </w:r>
      <w:r w:rsidRPr="00DE05DB">
        <w:rPr>
          <w:rFonts w:cs="Arial"/>
          <w:lang w:eastAsia="en-US"/>
        </w:rPr>
        <w:t>possible inputs for an output of 10.</w:t>
      </w:r>
    </w:p>
    <w:p w:rsidR="00A275D0" w:rsidRPr="00DE05DB" w:rsidRDefault="00A275D0" w:rsidP="00DE05DB">
      <w:pPr>
        <w:pStyle w:val="ListParagraph"/>
        <w:numPr>
          <w:ilvl w:val="1"/>
          <w:numId w:val="12"/>
        </w:numPr>
        <w:ind w:left="1080"/>
        <w:contextualSpacing/>
        <w:rPr>
          <w:rFonts w:cs="Arial"/>
          <w:lang w:eastAsia="en-US"/>
        </w:rPr>
      </w:pPr>
      <w:r w:rsidRPr="00DE05DB">
        <w:rPr>
          <w:rFonts w:cs="Arial"/>
          <w:lang w:eastAsia="en-US"/>
        </w:rPr>
        <w:t>Use this method to find both inputs that give an output of 36.</w:t>
      </w:r>
    </w:p>
    <w:p w:rsidR="00C85E3C" w:rsidRDefault="00C85E3C" w:rsidP="00C85E3C">
      <w:pPr>
        <w:rPr>
          <w:lang w:eastAsia="en-US"/>
        </w:rPr>
      </w:pPr>
    </w:p>
    <w:p w:rsidR="00A275D0" w:rsidRDefault="00A275D0" w:rsidP="00C85E3C">
      <w:pPr>
        <w:pStyle w:val="Heading3"/>
        <w:rPr>
          <w:lang w:eastAsia="en-US"/>
        </w:rPr>
      </w:pPr>
      <w:r>
        <w:rPr>
          <w:lang w:eastAsia="en-US"/>
        </w:rPr>
        <w:t>Section B</w:t>
      </w:r>
    </w:p>
    <w:p w:rsidR="00A275D0" w:rsidRDefault="00A275D0" w:rsidP="00A275D0">
      <w:r>
        <w:t>For each of the following machines:</w:t>
      </w:r>
    </w:p>
    <w:p w:rsidR="00A275D0" w:rsidRDefault="00A275D0" w:rsidP="00A275D0">
      <w:pPr>
        <w:pStyle w:val="ListParagraph"/>
        <w:numPr>
          <w:ilvl w:val="0"/>
          <w:numId w:val="9"/>
        </w:numPr>
      </w:pPr>
      <w:r>
        <w:t>Write the machine as a chain of operations</w:t>
      </w:r>
    </w:p>
    <w:p w:rsidR="00A275D0" w:rsidRDefault="00A275D0" w:rsidP="00A275D0">
      <w:pPr>
        <w:pStyle w:val="ListParagraph"/>
        <w:numPr>
          <w:ilvl w:val="0"/>
          <w:numId w:val="9"/>
        </w:numPr>
      </w:pPr>
      <w:r>
        <w:t>Find which input would give an output of 16.</w: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  <w:sectPr w:rsidR="00A275D0" w:rsidSect="00C85E3C"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24"/>
        </w:rPr>
        <w:object w:dxaOrig="1180" w:dyaOrig="639">
          <v:shape id="_x0000_i1038" type="#_x0000_t75" style="width:59.25pt;height:33pt" o:ole="">
            <v:imagedata r:id="rId32" o:title=""/>
          </v:shape>
          <o:OLEObject Type="Embed" ProgID="Equation.DSMT4" ShapeID="_x0000_i1038" DrawAspect="Content" ObjectID="_1471330619" r:id="rId33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FB2189">
        <w:rPr>
          <w:position w:val="-6"/>
        </w:rPr>
        <w:object w:dxaOrig="1140" w:dyaOrig="340">
          <v:shape id="_x0000_i1039" type="#_x0000_t75" style="width:57pt;height:17.25pt" o:ole="">
            <v:imagedata r:id="rId34" o:title=""/>
          </v:shape>
          <o:OLEObject Type="Embed" ProgID="Equation.DSMT4" ShapeID="_x0000_i1039" DrawAspect="Content" ObjectID="_1471330620" r:id="rId35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FB2189">
        <w:rPr>
          <w:position w:val="-24"/>
        </w:rPr>
        <w:object w:dxaOrig="1160" w:dyaOrig="639">
          <v:shape id="_x0000_i1040" type="#_x0000_t75" style="width:57.75pt;height:33pt" o:ole="">
            <v:imagedata r:id="rId36" o:title=""/>
          </v:shape>
          <o:OLEObject Type="Embed" ProgID="Equation.DSMT4" ShapeID="_x0000_i1040" DrawAspect="Content" ObjectID="_1471330621" r:id="rId37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4"/>
        </w:rPr>
        <w:object w:dxaOrig="1040" w:dyaOrig="260">
          <v:shape id="_x0000_i1041" type="#_x0000_t75" style="width:51.75pt;height:12.75pt" o:ole="">
            <v:imagedata r:id="rId38" o:title=""/>
          </v:shape>
          <o:OLEObject Type="Embed" ProgID="Equation.DSMT4" ShapeID="_x0000_i1041" DrawAspect="Content" ObjectID="_1471330622" r:id="rId39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3F5272">
        <w:rPr>
          <w:position w:val="-24"/>
        </w:rPr>
        <w:object w:dxaOrig="580" w:dyaOrig="639">
          <v:shape id="_x0000_i1042" type="#_x0000_t75" style="width:29.25pt;height:33pt" o:ole="">
            <v:imagedata r:id="rId40" o:title=""/>
          </v:shape>
          <o:OLEObject Type="Embed" ProgID="Equation.DSMT4" ShapeID="_x0000_i1042" DrawAspect="Content" ObjectID="_1471330623" r:id="rId41"/>
        </w:object>
      </w:r>
    </w:p>
    <w:p w:rsidR="00A275D0" w:rsidRDefault="00A275D0" w:rsidP="00A275D0">
      <w:pPr>
        <w:ind w:left="360"/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FB2189">
        <w:rPr>
          <w:position w:val="-24"/>
        </w:rPr>
        <w:object w:dxaOrig="1600" w:dyaOrig="700">
          <v:shape id="_x0000_i1043" type="#_x0000_t75" style="width:80.25pt;height:35.25pt" o:ole="">
            <v:imagedata r:id="rId42" o:title=""/>
          </v:shape>
          <o:OLEObject Type="Embed" ProgID="Equation.DSMT4" ShapeID="_x0000_i1043" DrawAspect="Content" ObjectID="_1471330624" r:id="rId43"/>
        </w:object>
      </w:r>
    </w:p>
    <w:p w:rsidR="00A275D0" w:rsidRDefault="00A275D0" w:rsidP="00A275D0">
      <w:pPr>
        <w:pStyle w:val="ListParagraph"/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FB2189">
        <w:rPr>
          <w:position w:val="-4"/>
        </w:rPr>
        <w:object w:dxaOrig="1640" w:dyaOrig="320">
          <v:shape id="_x0000_i1044" type="#_x0000_t75" style="width:81.75pt;height:15.75pt" o:ole="">
            <v:imagedata r:id="rId44" o:title=""/>
          </v:shape>
          <o:OLEObject Type="Embed" ProgID="Equation.DSMT4" ShapeID="_x0000_i1044" DrawAspect="Content" ObjectID="_1471330625" r:id="rId45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FB2189">
        <w:rPr>
          <w:position w:val="-6"/>
        </w:rPr>
        <w:object w:dxaOrig="1620" w:dyaOrig="340">
          <v:shape id="_x0000_i1045" type="#_x0000_t75" style="width:81pt;height:17.25pt" o:ole="">
            <v:imagedata r:id="rId46" o:title=""/>
          </v:shape>
          <o:OLEObject Type="Embed" ProgID="Equation.DSMT4" ShapeID="_x0000_i1045" DrawAspect="Content" ObjectID="_1471330626" r:id="rId47"/>
        </w:object>
      </w:r>
    </w:p>
    <w:p w:rsidR="00A275D0" w:rsidRDefault="00A275D0" w:rsidP="00A275D0">
      <w:pPr>
        <w:ind w:left="360"/>
      </w:pPr>
    </w:p>
    <w:p w:rsidR="00A275D0" w:rsidRDefault="00A275D0" w:rsidP="00A275D0"/>
    <w:p w:rsidR="00A275D0" w:rsidRDefault="00A275D0" w:rsidP="00A275D0"/>
    <w:p w:rsidR="00A275D0" w:rsidRDefault="00A275D0" w:rsidP="00A275D0">
      <w:pPr>
        <w:sectPr w:rsidR="00A275D0" w:rsidSect="00A275D0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A275D0" w:rsidRDefault="00A275D0" w:rsidP="00A275D0">
      <w:r>
        <w:lastRenderedPageBreak/>
        <w:t>For each of the following machines:</w:t>
      </w:r>
    </w:p>
    <w:p w:rsidR="00A275D0" w:rsidRDefault="00A275D0" w:rsidP="00A275D0">
      <w:pPr>
        <w:pStyle w:val="ListParagraph"/>
        <w:numPr>
          <w:ilvl w:val="0"/>
          <w:numId w:val="10"/>
        </w:numPr>
      </w:pPr>
      <w:r>
        <w:t>Write the machine as a chain of operations</w:t>
      </w:r>
    </w:p>
    <w:p w:rsidR="00A275D0" w:rsidRDefault="00A275D0" w:rsidP="00A275D0">
      <w:pPr>
        <w:pStyle w:val="ListParagraph"/>
        <w:numPr>
          <w:ilvl w:val="0"/>
          <w:numId w:val="10"/>
        </w:numPr>
      </w:pPr>
      <w:r>
        <w:t>Hence write down the inverse machine as a chain</w:t>
      </w:r>
    </w:p>
    <w:p w:rsidR="00A275D0" w:rsidRPr="002E2520" w:rsidRDefault="00A275D0" w:rsidP="00A275D0">
      <w:pPr>
        <w:pStyle w:val="ListParagraph"/>
        <w:numPr>
          <w:ilvl w:val="0"/>
          <w:numId w:val="10"/>
        </w:numPr>
      </w:pPr>
      <w:r>
        <w:t xml:space="preserve">Hence write down the inverse machine in the form </w:t>
      </w:r>
      <w:r w:rsidRPr="00FB2189">
        <w:rPr>
          <w:position w:val="-10"/>
        </w:rPr>
        <w:object w:dxaOrig="2880" w:dyaOrig="320">
          <v:shape id="_x0000_i1046" type="#_x0000_t75" style="width:2in;height:15.75pt" o:ole="">
            <v:imagedata r:id="rId48" o:title=""/>
          </v:shape>
          <o:OLEObject Type="Embed" ProgID="Equation.DSMT4" ShapeID="_x0000_i1046" DrawAspect="Content" ObjectID="_1471330627" r:id="rId49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  <w:sectPr w:rsidR="00A275D0" w:rsidSect="00A275D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6"/>
        </w:rPr>
        <w:object w:dxaOrig="1260" w:dyaOrig="340">
          <v:shape id="_x0000_i1047" type="#_x0000_t75" style="width:63pt;height:17.25pt" o:ole="">
            <v:imagedata r:id="rId50" o:title=""/>
          </v:shape>
          <o:OLEObject Type="Embed" ProgID="Equation.DSMT4" ShapeID="_x0000_i1047" DrawAspect="Content" ObjectID="_1471330628" r:id="rId51"/>
        </w:object>
      </w:r>
    </w:p>
    <w:p w:rsidR="00A275D0" w:rsidRPr="002E2520" w:rsidRDefault="00A275D0" w:rsidP="00A275D0">
      <w:pPr>
        <w:ind w:left="-360" w:firstLine="1440"/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24"/>
        </w:rPr>
        <w:object w:dxaOrig="1380" w:dyaOrig="700">
          <v:shape id="_x0000_i1048" type="#_x0000_t75" style="width:69pt;height:35.25pt" o:ole="">
            <v:imagedata r:id="rId52" o:title=""/>
          </v:shape>
          <o:OLEObject Type="Embed" ProgID="Equation.DSMT4" ShapeID="_x0000_i1048" DrawAspect="Content" ObjectID="_1471330629" r:id="rId53"/>
        </w:object>
      </w:r>
    </w:p>
    <w:p w:rsidR="00A275D0" w:rsidRDefault="00A275D0" w:rsidP="00A275D0">
      <w:pPr>
        <w:pStyle w:val="ListParagraph"/>
      </w:pPr>
    </w:p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6"/>
        </w:rPr>
        <w:object w:dxaOrig="1140" w:dyaOrig="279">
          <v:shape id="_x0000_i1049" type="#_x0000_t75" style="width:57pt;height:14.25pt" o:ole="">
            <v:imagedata r:id="rId54" o:title=""/>
          </v:shape>
          <o:OLEObject Type="Embed" ProgID="Equation.DSMT4" ShapeID="_x0000_i1049" DrawAspect="Content" ObjectID="_1471330630" r:id="rId55"/>
        </w:object>
      </w:r>
    </w:p>
    <w:p w:rsidR="00A275D0" w:rsidRDefault="00A275D0" w:rsidP="00A275D0">
      <w:pPr>
        <w:pStyle w:val="ListParagraph"/>
      </w:pPr>
    </w:p>
    <w:p w:rsidR="00A275D0" w:rsidRDefault="00A275D0" w:rsidP="00A275D0"/>
    <w:p w:rsidR="00A275D0" w:rsidRPr="002E2520" w:rsidRDefault="00A275D0" w:rsidP="00A275D0">
      <w:pPr>
        <w:numPr>
          <w:ilvl w:val="0"/>
          <w:numId w:val="5"/>
        </w:numPr>
        <w:ind w:left="360"/>
      </w:pPr>
      <w:r w:rsidRPr="00DD41F7">
        <w:rPr>
          <w:position w:val="-24"/>
        </w:rPr>
        <w:object w:dxaOrig="1060" w:dyaOrig="639">
          <v:shape id="_x0000_i1050" type="#_x0000_t75" style="width:53.25pt;height:33pt" o:ole="">
            <v:imagedata r:id="rId56" o:title=""/>
          </v:shape>
          <o:OLEObject Type="Embed" ProgID="Equation.DSMT4" ShapeID="_x0000_i1050" DrawAspect="Content" ObjectID="_1471330631" r:id="rId57"/>
        </w:object>
      </w:r>
    </w:p>
    <w:p w:rsidR="00A275D0" w:rsidRDefault="00A275D0" w:rsidP="00A275D0"/>
    <w:p w:rsidR="00A275D0" w:rsidRDefault="00A275D0" w:rsidP="00A275D0">
      <w:pPr>
        <w:numPr>
          <w:ilvl w:val="0"/>
          <w:numId w:val="5"/>
        </w:numPr>
        <w:ind w:left="360"/>
      </w:pPr>
      <w:r w:rsidRPr="00E65485">
        <w:rPr>
          <w:position w:val="-24"/>
        </w:rPr>
        <w:object w:dxaOrig="1100" w:dyaOrig="639">
          <v:shape id="_x0000_i1051" type="#_x0000_t75" style="width:54.75pt;height:33pt" o:ole="">
            <v:imagedata r:id="rId58" o:title=""/>
          </v:shape>
          <o:OLEObject Type="Embed" ProgID="Equation.DSMT4" ShapeID="_x0000_i1051" DrawAspect="Content" ObjectID="_1471330632" r:id="rId59"/>
        </w:object>
      </w:r>
    </w:p>
    <w:p w:rsidR="00A275D0" w:rsidRDefault="00A275D0" w:rsidP="00A275D0">
      <w:pPr>
        <w:rPr>
          <w:rFonts w:cs="Arial"/>
          <w:lang w:eastAsia="en-US"/>
        </w:rPr>
        <w:sectPr w:rsidR="00A275D0" w:rsidSect="00A275D0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A275D0" w:rsidRDefault="00A275D0" w:rsidP="00A275D0">
      <w:pPr>
        <w:rPr>
          <w:rFonts w:cs="Arial"/>
          <w:lang w:eastAsia="en-US"/>
        </w:rPr>
      </w:pPr>
    </w:p>
    <w:p w:rsidR="00A275D0" w:rsidRPr="00A275D0" w:rsidRDefault="00A275D0" w:rsidP="00A275D0">
      <w:pPr>
        <w:spacing w:after="360"/>
        <w:outlineLvl w:val="0"/>
        <w:rPr>
          <w:rFonts w:cstheme="minorBidi"/>
          <w:b/>
          <w:u w:val="single"/>
          <w:lang w:eastAsia="en-US"/>
        </w:rPr>
      </w:pPr>
      <w:r w:rsidRPr="00A275D0">
        <w:rPr>
          <w:rFonts w:cstheme="minorBidi"/>
          <w:b/>
          <w:u w:val="single"/>
          <w:lang w:eastAsia="en-US"/>
        </w:rPr>
        <w:t>Machines - Homework</w:t>
      </w:r>
    </w:p>
    <w:p w:rsidR="00A275D0" w:rsidRPr="00A275D0" w:rsidRDefault="00A275D0" w:rsidP="00A275D0">
      <w:pPr>
        <w:numPr>
          <w:ilvl w:val="0"/>
          <w:numId w:val="3"/>
        </w:numPr>
        <w:ind w:left="36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A machine takes an input, subtracts 8, </w:t>
      </w:r>
      <w:proofErr w:type="gramStart"/>
      <w:r w:rsidRPr="00A275D0">
        <w:rPr>
          <w:rFonts w:cs="Arial"/>
          <w:lang w:eastAsia="en-US"/>
        </w:rPr>
        <w:t>then</w:t>
      </w:r>
      <w:proofErr w:type="gramEnd"/>
      <w:r w:rsidRPr="00A275D0">
        <w:rPr>
          <w:rFonts w:cs="Arial"/>
          <w:lang w:eastAsia="en-US"/>
        </w:rPr>
        <w:t xml:space="preserve"> multiplies by 3.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Find the output if the input is:</w:t>
      </w:r>
      <w:r w:rsidRPr="00A275D0">
        <w:rPr>
          <w:rFonts w:cs="Arial"/>
          <w:lang w:eastAsia="en-US"/>
        </w:rPr>
        <w:tab/>
        <w:t>10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4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i/>
          <w:lang w:eastAsia="en-US"/>
        </w:rPr>
        <w:t>p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Find and simplify the output if the input is </w:t>
      </w:r>
      <w:r w:rsidRPr="00A275D0">
        <w:rPr>
          <w:rFonts w:cs="Arial"/>
          <w:position w:val="-24"/>
          <w:lang w:eastAsia="en-US"/>
        </w:rPr>
        <w:object w:dxaOrig="580" w:dyaOrig="639">
          <v:shape id="_x0000_i1052" type="#_x0000_t75" style="width:29.25pt;height:33pt" o:ole="">
            <v:imagedata r:id="rId60" o:title=""/>
          </v:shape>
          <o:OLEObject Type="Embed" ProgID="Equation.DSMT4" ShapeID="_x0000_i1052" DrawAspect="Content" ObjectID="_1471330633" r:id="rId61"/>
        </w:objec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Find the input if the output is:</w:t>
      </w:r>
      <w:r w:rsidRPr="00A275D0">
        <w:rPr>
          <w:rFonts w:cs="Arial"/>
          <w:lang w:eastAsia="en-US"/>
        </w:rPr>
        <w:tab/>
        <w:t>24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-9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0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Find and simplify the input if the output is </w:t>
      </w:r>
      <w:r w:rsidRPr="00A275D0">
        <w:rPr>
          <w:rFonts w:cs="Arial"/>
          <w:position w:val="-6"/>
          <w:lang w:eastAsia="en-US"/>
        </w:rPr>
        <w:object w:dxaOrig="680" w:dyaOrig="279">
          <v:shape id="_x0000_i1053" type="#_x0000_t75" style="width:33.75pt;height:14.25pt" o:ole="">
            <v:imagedata r:id="rId62" o:title=""/>
          </v:shape>
          <o:OLEObject Type="Embed" ProgID="Equation.DSMT4" ShapeID="_x0000_i1053" DrawAspect="Content" ObjectID="_1471330634" r:id="rId63"/>
        </w:object>
      </w:r>
    </w:p>
    <w:p w:rsidR="00A275D0" w:rsidRPr="00A275D0" w:rsidRDefault="00A275D0" w:rsidP="00A275D0">
      <w:pPr>
        <w:rPr>
          <w:rFonts w:cs="Arial"/>
          <w:lang w:eastAsia="en-US"/>
        </w:rPr>
      </w:pPr>
    </w:p>
    <w:p w:rsidR="00A275D0" w:rsidRPr="00A275D0" w:rsidRDefault="00A275D0" w:rsidP="00A275D0">
      <w:pPr>
        <w:numPr>
          <w:ilvl w:val="0"/>
          <w:numId w:val="3"/>
        </w:numPr>
        <w:ind w:left="36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A machine takes an input, multiplies it by 4, subtracts 2 and then divides by 5.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Find the output if the input is:</w:t>
      </w:r>
      <w:r w:rsidRPr="00A275D0">
        <w:rPr>
          <w:rFonts w:cs="Arial"/>
          <w:lang w:eastAsia="en-US"/>
        </w:rPr>
        <w:tab/>
        <w:t>8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-2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0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Find and simplify the output if the input is </w:t>
      </w:r>
      <w:r w:rsidRPr="00A275D0">
        <w:rPr>
          <w:rFonts w:cs="Arial"/>
          <w:position w:val="-24"/>
          <w:lang w:eastAsia="en-US"/>
        </w:rPr>
        <w:object w:dxaOrig="700" w:dyaOrig="639">
          <v:shape id="_x0000_i1054" type="#_x0000_t75" style="width:35.25pt;height:33pt" o:ole="">
            <v:imagedata r:id="rId64" o:title=""/>
          </v:shape>
          <o:OLEObject Type="Embed" ProgID="Equation.DSMT4" ShapeID="_x0000_i1054" DrawAspect="Content" ObjectID="_1471330635" r:id="rId65"/>
        </w:objec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Find the input if the output is:</w:t>
      </w:r>
      <w:r w:rsidRPr="00A275D0">
        <w:rPr>
          <w:rFonts w:cs="Arial"/>
          <w:lang w:eastAsia="en-US"/>
        </w:rPr>
        <w:tab/>
        <w:t>1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0</w:t>
      </w:r>
      <w:r w:rsidRPr="00A275D0">
        <w:rPr>
          <w:rFonts w:cs="Arial"/>
          <w:lang w:eastAsia="en-US"/>
        </w:rPr>
        <w:tab/>
      </w:r>
      <w:r w:rsidRPr="00A275D0">
        <w:rPr>
          <w:rFonts w:cs="Arial"/>
          <w:lang w:eastAsia="en-US"/>
        </w:rPr>
        <w:tab/>
        <w:t>-3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Find and simplify the input if the output is </w:t>
      </w:r>
      <w:r w:rsidRPr="00A275D0">
        <w:rPr>
          <w:rFonts w:cs="Arial"/>
          <w:position w:val="-24"/>
          <w:lang w:eastAsia="en-US"/>
        </w:rPr>
        <w:object w:dxaOrig="620" w:dyaOrig="639">
          <v:shape id="_x0000_i1055" type="#_x0000_t75" style="width:30.75pt;height:33pt" o:ole="">
            <v:imagedata r:id="rId66" o:title=""/>
          </v:shape>
          <o:OLEObject Type="Embed" ProgID="Equation.DSMT4" ShapeID="_x0000_i1055" DrawAspect="Content" ObjectID="_1471330636" r:id="rId67"/>
        </w:object>
      </w:r>
    </w:p>
    <w:p w:rsidR="00A275D0" w:rsidRPr="00A275D0" w:rsidRDefault="00A275D0" w:rsidP="00A275D0">
      <w:pPr>
        <w:rPr>
          <w:rFonts w:cs="Arial"/>
          <w:lang w:eastAsia="en-US"/>
        </w:rPr>
      </w:pPr>
    </w:p>
    <w:p w:rsidR="00A275D0" w:rsidRPr="00A275D0" w:rsidRDefault="00BB7977" w:rsidP="00A275D0">
      <w:pPr>
        <w:numPr>
          <w:ilvl w:val="0"/>
          <w:numId w:val="3"/>
        </w:numPr>
        <w:ind w:left="360"/>
        <w:contextualSpacing/>
        <w:rPr>
          <w:rFonts w:cs="Arial"/>
          <w:lang w:eastAsia="en-US"/>
        </w:rPr>
      </w:pPr>
      <w:r>
        <w:rPr>
          <w:rFonts w:cs="Arial"/>
          <w:lang w:eastAsia="en-US"/>
        </w:rPr>
        <w:t>*</w:t>
      </w:r>
      <w:r w:rsidR="00A275D0" w:rsidRPr="00A275D0">
        <w:rPr>
          <w:rFonts w:cs="Arial"/>
          <w:lang w:eastAsia="en-US"/>
        </w:rPr>
        <w:t>A machine takes an input, multiplies it by 5, subtracts 3, multiplies by 2 and then adds 1.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 xml:space="preserve">Find </w:t>
      </w:r>
      <w:r w:rsidRPr="00E10F61">
        <w:rPr>
          <w:rFonts w:cs="Arial"/>
          <w:b/>
          <w:lang w:eastAsia="en-US"/>
        </w:rPr>
        <w:t>and simplify</w:t>
      </w:r>
      <w:r w:rsidRPr="00A275D0">
        <w:rPr>
          <w:rFonts w:cs="Arial"/>
          <w:lang w:eastAsia="en-US"/>
        </w:rPr>
        <w:t xml:space="preserve"> the output when the input </w:t>
      </w:r>
      <w:proofErr w:type="gramStart"/>
      <w:r w:rsidRPr="00A275D0">
        <w:rPr>
          <w:rFonts w:cs="Arial"/>
          <w:lang w:eastAsia="en-US"/>
        </w:rPr>
        <w:t xml:space="preserve">is </w:t>
      </w:r>
      <w:proofErr w:type="gramEnd"/>
      <w:r w:rsidRPr="00A275D0">
        <w:rPr>
          <w:rFonts w:cs="Arial"/>
          <w:position w:val="-4"/>
          <w:lang w:eastAsia="en-US"/>
        </w:rPr>
        <w:object w:dxaOrig="200" w:dyaOrig="200">
          <v:shape id="_x0000_i1056" type="#_x0000_t75" style="width:9.75pt;height:9.75pt" o:ole="">
            <v:imagedata r:id="rId68" o:title=""/>
          </v:shape>
          <o:OLEObject Type="Embed" ProgID="Equation.DSMT4" ShapeID="_x0000_i1056" DrawAspect="Content" ObjectID="_1471330637" r:id="rId69"/>
        </w:object>
      </w:r>
      <w:r w:rsidRPr="00A275D0">
        <w:rPr>
          <w:rFonts w:cs="Arial"/>
          <w:lang w:eastAsia="en-US"/>
        </w:rPr>
        <w:t>.</w:t>
      </w:r>
    </w:p>
    <w:p w:rsidR="00A275D0" w:rsidRPr="00A275D0" w:rsidRDefault="00A275D0" w:rsidP="00A275D0">
      <w:pPr>
        <w:numPr>
          <w:ilvl w:val="1"/>
          <w:numId w:val="3"/>
        </w:numPr>
        <w:ind w:left="1080"/>
        <w:contextualSpacing/>
        <w:rPr>
          <w:rFonts w:cs="Arial"/>
          <w:lang w:eastAsia="en-US"/>
        </w:rPr>
      </w:pPr>
      <w:r w:rsidRPr="00A275D0">
        <w:rPr>
          <w:rFonts w:cs="Arial"/>
          <w:lang w:eastAsia="en-US"/>
        </w:rPr>
        <w:t>Hence describe a machine that does the same thing in only 2 steps.</w:t>
      </w:r>
    </w:p>
    <w:p w:rsidR="00A275D0" w:rsidRPr="00A275D0" w:rsidRDefault="00A275D0" w:rsidP="00A275D0">
      <w:pPr>
        <w:rPr>
          <w:rFonts w:cs="Arial"/>
          <w:lang w:eastAsia="en-US"/>
        </w:rPr>
      </w:pPr>
    </w:p>
    <w:p w:rsidR="00A275D0" w:rsidRPr="00A275D0" w:rsidRDefault="00A275D0" w:rsidP="00A275D0">
      <w:pPr>
        <w:rPr>
          <w:rFonts w:cs="Arial"/>
          <w:lang w:eastAsia="en-US"/>
        </w:rPr>
      </w:pPr>
    </w:p>
    <w:p w:rsidR="00A275D0" w:rsidRDefault="00E10F61" w:rsidP="00A275D0">
      <w:pPr>
        <w:rPr>
          <w:rFonts w:cs="Arial"/>
          <w:lang w:eastAsia="en-US"/>
        </w:rPr>
      </w:pPr>
      <w:r>
        <w:rPr>
          <w:rFonts w:cs="Arial"/>
          <w:lang w:eastAsia="en-US"/>
        </w:rPr>
        <w:t>Answer box:</w:t>
      </w:r>
      <w:r w:rsidR="00A275D0" w:rsidRPr="00A275D0">
        <w:rPr>
          <w:rFonts w:cs="Arial"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1470"/>
        <w:gridCol w:w="1470"/>
        <w:gridCol w:w="1470"/>
        <w:gridCol w:w="1470"/>
        <w:gridCol w:w="1470"/>
        <w:gridCol w:w="1470"/>
      </w:tblGrid>
      <w:tr w:rsidR="00E10F61" w:rsidTr="00F313DB">
        <w:trPr>
          <w:trHeight w:val="419"/>
        </w:trPr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6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-12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10"/>
              </w:rPr>
              <w:object w:dxaOrig="800" w:dyaOrig="320">
                <v:shape id="_x0000_i1058" type="#_x0000_t75" style="width:39pt;height:15.75pt" o:ole="">
                  <v:imagedata r:id="rId70" o:title=""/>
                </v:shape>
                <o:OLEObject Type="Embed" ProgID="Equation.DSMT4" ShapeID="_x0000_i1058" DrawAspect="Content" ObjectID="_1471330638" r:id="rId71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10"/>
              </w:rPr>
              <w:object w:dxaOrig="180" w:dyaOrig="260">
                <v:shape id="_x0000_i1059" type="#_x0000_t75" style="width:9pt;height:12.75pt" o:ole="">
                  <v:imagedata r:id="rId72" o:title=""/>
                </v:shape>
                <o:OLEObject Type="Embed" ProgID="Equation.DSMT4" ShapeID="_x0000_i1059" DrawAspect="Content" ObjectID="_1471330639" r:id="rId73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16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5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8</w:t>
            </w:r>
          </w:p>
        </w:tc>
      </w:tr>
      <w:tr w:rsidR="00E10F61" w:rsidTr="00F313DB">
        <w:trPr>
          <w:trHeight w:val="398"/>
        </w:trPr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6"/>
              </w:rPr>
              <w:object w:dxaOrig="600" w:dyaOrig="279">
                <v:shape id="_x0000_i1060" type="#_x0000_t75" style="width:30pt;height:14.25pt" o:ole="">
                  <v:imagedata r:id="rId74" o:title=""/>
                </v:shape>
                <o:OLEObject Type="Embed" ProgID="Equation.DSMT4" ShapeID="_x0000_i1060" DrawAspect="Content" ObjectID="_1471330640" r:id="rId75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6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-2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-2/5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6"/>
              </w:rPr>
              <w:object w:dxaOrig="540" w:dyaOrig="279">
                <v:shape id="_x0000_i1061" type="#_x0000_t75" style="width:27pt;height:14.25pt" o:ole="">
                  <v:imagedata r:id="rId76" o:title=""/>
                </v:shape>
                <o:OLEObject Type="Embed" ProgID="Equation.DSMT4" ShapeID="_x0000_i1061" DrawAspect="Content" ObjectID="_1471330641" r:id="rId77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7/4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1/2</w:t>
            </w:r>
          </w:p>
        </w:tc>
      </w:tr>
      <w:tr w:rsidR="00E10F61" w:rsidTr="00F313DB">
        <w:trPr>
          <w:trHeight w:val="419"/>
        </w:trPr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>
              <w:t>-13/4</w: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6"/>
              </w:rPr>
              <w:object w:dxaOrig="540" w:dyaOrig="279">
                <v:shape id="_x0000_i1062" type="#_x0000_t75" style="width:27pt;height:14.25pt" o:ole="">
                  <v:imagedata r:id="rId78" o:title=""/>
                </v:shape>
                <o:OLEObject Type="Embed" ProgID="Equation.DSMT4" ShapeID="_x0000_i1062" DrawAspect="Content" ObjectID="_1471330642" r:id="rId79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6"/>
              </w:rPr>
              <w:object w:dxaOrig="740" w:dyaOrig="279">
                <v:shape id="_x0000_i1063" type="#_x0000_t75" style="width:36.75pt;height:14.25pt" o:ole="">
                  <v:imagedata r:id="rId80" o:title=""/>
                </v:shape>
                <o:OLEObject Type="Embed" ProgID="Equation.DSMT4" ShapeID="_x0000_i1063" DrawAspect="Content" ObjectID="_1471330643" r:id="rId81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8"/>
              </w:rPr>
              <w:object w:dxaOrig="760" w:dyaOrig="300">
                <v:shape id="_x0000_i1064" type="#_x0000_t75" style="width:38.25pt;height:15pt" o:ole="">
                  <v:imagedata r:id="rId82" o:title=""/>
                </v:shape>
                <o:OLEObject Type="Embed" ProgID="Equation.DSMT4" ShapeID="_x0000_i1064" DrawAspect="Content" ObjectID="_1471330644" r:id="rId83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4"/>
              </w:rPr>
              <w:object w:dxaOrig="600" w:dyaOrig="260">
                <v:shape id="_x0000_i1065" type="#_x0000_t75" style="width:30pt;height:12.75pt" o:ole="">
                  <v:imagedata r:id="rId84" o:title=""/>
                </v:shape>
                <o:OLEObject Type="Embed" ProgID="Equation.DSMT4" ShapeID="_x0000_i1065" DrawAspect="Content" ObjectID="_1471330645" r:id="rId85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  <w:r w:rsidRPr="00E10F61">
              <w:rPr>
                <w:position w:val="-8"/>
              </w:rPr>
              <w:object w:dxaOrig="620" w:dyaOrig="300">
                <v:shape id="_x0000_i1066" type="#_x0000_t75" style="width:30.75pt;height:15pt" o:ole="">
                  <v:imagedata r:id="rId86" o:title=""/>
                </v:shape>
                <o:OLEObject Type="Embed" ProgID="Equation.DSMT4" ShapeID="_x0000_i1066" DrawAspect="Content" ObjectID="_1471330646" r:id="rId87"/>
              </w:object>
            </w:r>
          </w:p>
        </w:tc>
        <w:tc>
          <w:tcPr>
            <w:tcW w:w="1470" w:type="dxa"/>
            <w:vAlign w:val="center"/>
          </w:tcPr>
          <w:p w:rsidR="00E10F61" w:rsidRDefault="00E10F61" w:rsidP="00E10F61">
            <w:pPr>
              <w:jc w:val="center"/>
            </w:pPr>
          </w:p>
        </w:tc>
      </w:tr>
    </w:tbl>
    <w:p w:rsidR="008E4AE6" w:rsidRDefault="008E4AE6" w:rsidP="008E4AE6">
      <w:pPr>
        <w:rPr>
          <w:lang w:eastAsia="en-US"/>
        </w:rPr>
      </w:pPr>
    </w:p>
    <w:p w:rsidR="00F313DB" w:rsidRDefault="00F313DB" w:rsidP="008E4AE6">
      <w:pPr>
        <w:rPr>
          <w:lang w:eastAsia="en-US"/>
        </w:rPr>
      </w:pPr>
    </w:p>
    <w:p w:rsidR="008E4AE6" w:rsidRDefault="008E4AE6" w:rsidP="008E4AE6">
      <w:pPr>
        <w:spacing w:after="360"/>
        <w:outlineLvl w:val="0"/>
        <w:rPr>
          <w:rFonts w:cstheme="minorBidi"/>
          <w:b/>
          <w:u w:val="single"/>
          <w:lang w:eastAsia="en-US"/>
        </w:rPr>
      </w:pPr>
      <w:r w:rsidRPr="00A275D0">
        <w:rPr>
          <w:rFonts w:cstheme="minorBidi"/>
          <w:b/>
          <w:u w:val="single"/>
          <w:lang w:eastAsia="en-US"/>
        </w:rPr>
        <w:t xml:space="preserve">Machines </w:t>
      </w:r>
      <w:r>
        <w:rPr>
          <w:rFonts w:cstheme="minorBidi"/>
          <w:b/>
          <w:u w:val="single"/>
          <w:lang w:eastAsia="en-US"/>
        </w:rPr>
        <w:t>–</w:t>
      </w:r>
      <w:r w:rsidRPr="00A275D0">
        <w:rPr>
          <w:rFonts w:cstheme="minorBidi"/>
          <w:b/>
          <w:u w:val="single"/>
          <w:lang w:eastAsia="en-US"/>
        </w:rPr>
        <w:t xml:space="preserve"> Homework</w:t>
      </w:r>
      <w:r>
        <w:rPr>
          <w:rFonts w:cstheme="minorBidi"/>
          <w:b/>
          <w:u w:val="single"/>
          <w:lang w:eastAsia="en-US"/>
        </w:rPr>
        <w:t xml:space="preserve"> Mark Scheme</w:t>
      </w:r>
    </w:p>
    <w:p w:rsidR="008E4AE6" w:rsidRDefault="00207447" w:rsidP="00207447">
      <w:pPr>
        <w:outlineLvl w:val="0"/>
        <w:rPr>
          <w:rFonts w:cstheme="minorBidi"/>
          <w:lang w:eastAsia="en-US"/>
        </w:rPr>
      </w:pPr>
      <w:r>
        <w:rPr>
          <w:rFonts w:cstheme="minorBidi"/>
          <w:lang w:eastAsia="en-US"/>
        </w:rPr>
        <w:t>Answers correct and self-marked</w:t>
      </w:r>
      <w:r>
        <w:rPr>
          <w:rFonts w:cstheme="minorBidi"/>
          <w:lang w:eastAsia="en-US"/>
        </w:rPr>
        <w:tab/>
      </w:r>
      <w:r>
        <w:rPr>
          <w:rFonts w:cstheme="minorBidi"/>
          <w:lang w:eastAsia="en-US"/>
        </w:rPr>
        <w:tab/>
        <w:t>[2]</w:t>
      </w:r>
    </w:p>
    <w:p w:rsidR="00207447" w:rsidRDefault="00BB7977" w:rsidP="00207447">
      <w:pPr>
        <w:outlineLvl w:val="0"/>
        <w:rPr>
          <w:rFonts w:cstheme="minorBidi"/>
          <w:lang w:eastAsia="en-US"/>
        </w:rPr>
      </w:pPr>
      <w:r>
        <w:rPr>
          <w:rFonts w:cstheme="minorBidi"/>
          <w:lang w:eastAsia="en-US"/>
        </w:rPr>
        <w:t>Machines are shown clearly with arrows</w:t>
      </w:r>
      <w:r>
        <w:rPr>
          <w:rFonts w:cstheme="minorBidi"/>
          <w:lang w:eastAsia="en-US"/>
        </w:rPr>
        <w:tab/>
        <w:t>[2]</w:t>
      </w:r>
    </w:p>
    <w:p w:rsidR="00BB7977" w:rsidRDefault="00BB7977" w:rsidP="00207447">
      <w:pPr>
        <w:outlineLvl w:val="0"/>
        <w:rPr>
          <w:rFonts w:cstheme="minorBidi"/>
          <w:lang w:eastAsia="en-US"/>
        </w:rPr>
      </w:pPr>
      <w:r>
        <w:rPr>
          <w:rFonts w:cstheme="minorBidi"/>
          <w:lang w:eastAsia="en-US"/>
        </w:rPr>
        <w:t>Bonus question complete and correct</w:t>
      </w:r>
      <w:bookmarkStart w:id="0" w:name="_GoBack"/>
      <w:bookmarkEnd w:id="0"/>
      <w:r>
        <w:rPr>
          <w:rFonts w:cstheme="minorBidi"/>
          <w:lang w:eastAsia="en-US"/>
        </w:rPr>
        <w:tab/>
        <w:t>[1]</w:t>
      </w:r>
    </w:p>
    <w:p w:rsidR="00207447" w:rsidRDefault="00207447" w:rsidP="00207447">
      <w:pPr>
        <w:rPr>
          <w:lang w:eastAsia="en-US"/>
        </w:rPr>
      </w:pPr>
    </w:p>
    <w:p w:rsidR="00207447" w:rsidRPr="00207447" w:rsidRDefault="00207447" w:rsidP="00207447">
      <w:pPr>
        <w:outlineLvl w:val="0"/>
        <w:rPr>
          <w:rFonts w:cstheme="minorBidi"/>
          <w:lang w:eastAsia="en-US"/>
        </w:rPr>
      </w:pPr>
    </w:p>
    <w:p w:rsidR="00B81CE0" w:rsidRDefault="00B81CE0" w:rsidP="00207447"/>
    <w:sectPr w:rsidR="00B81CE0" w:rsidSect="00A275D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6"/>
    <w:multiLevelType w:val="hybridMultilevel"/>
    <w:tmpl w:val="9C1455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51C82"/>
    <w:multiLevelType w:val="hybridMultilevel"/>
    <w:tmpl w:val="A3800C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95F59"/>
    <w:multiLevelType w:val="hybridMultilevel"/>
    <w:tmpl w:val="2CE6C3E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7F63"/>
    <w:multiLevelType w:val="hybridMultilevel"/>
    <w:tmpl w:val="B680E1B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65467A"/>
    <w:multiLevelType w:val="hybridMultilevel"/>
    <w:tmpl w:val="D2E67F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03A77"/>
    <w:multiLevelType w:val="hybridMultilevel"/>
    <w:tmpl w:val="4FF4CE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538C7"/>
    <w:multiLevelType w:val="hybridMultilevel"/>
    <w:tmpl w:val="CCE2865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F7E5B"/>
    <w:multiLevelType w:val="hybridMultilevel"/>
    <w:tmpl w:val="639CEE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66391"/>
    <w:multiLevelType w:val="hybridMultilevel"/>
    <w:tmpl w:val="DE16B2C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792C8C"/>
    <w:multiLevelType w:val="hybridMultilevel"/>
    <w:tmpl w:val="43A47E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E4BC7"/>
    <w:multiLevelType w:val="hybridMultilevel"/>
    <w:tmpl w:val="9EE41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50AFF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04"/>
    <w:rsid w:val="0000103D"/>
    <w:rsid w:val="00002E5B"/>
    <w:rsid w:val="00004DAC"/>
    <w:rsid w:val="00021C12"/>
    <w:rsid w:val="00037A64"/>
    <w:rsid w:val="000428F9"/>
    <w:rsid w:val="00046C47"/>
    <w:rsid w:val="00047159"/>
    <w:rsid w:val="0005393F"/>
    <w:rsid w:val="00062560"/>
    <w:rsid w:val="00066948"/>
    <w:rsid w:val="00073607"/>
    <w:rsid w:val="00074839"/>
    <w:rsid w:val="0008020F"/>
    <w:rsid w:val="000869C3"/>
    <w:rsid w:val="0009012E"/>
    <w:rsid w:val="00092AE7"/>
    <w:rsid w:val="0009336A"/>
    <w:rsid w:val="000946AF"/>
    <w:rsid w:val="000978EA"/>
    <w:rsid w:val="000B127B"/>
    <w:rsid w:val="000B59E8"/>
    <w:rsid w:val="000E0152"/>
    <w:rsid w:val="000E1BB9"/>
    <w:rsid w:val="00115DBB"/>
    <w:rsid w:val="00122DE9"/>
    <w:rsid w:val="00126A44"/>
    <w:rsid w:val="00131028"/>
    <w:rsid w:val="00131B08"/>
    <w:rsid w:val="00131C3E"/>
    <w:rsid w:val="00134BEC"/>
    <w:rsid w:val="00141B1B"/>
    <w:rsid w:val="0014517E"/>
    <w:rsid w:val="001504C3"/>
    <w:rsid w:val="001623B5"/>
    <w:rsid w:val="00163D1F"/>
    <w:rsid w:val="001653A1"/>
    <w:rsid w:val="001708ED"/>
    <w:rsid w:val="00173ED2"/>
    <w:rsid w:val="00175220"/>
    <w:rsid w:val="00182830"/>
    <w:rsid w:val="001959EE"/>
    <w:rsid w:val="00196EE6"/>
    <w:rsid w:val="00197D0E"/>
    <w:rsid w:val="001A1B58"/>
    <w:rsid w:val="001A4ACC"/>
    <w:rsid w:val="001B2316"/>
    <w:rsid w:val="001E5222"/>
    <w:rsid w:val="001E6929"/>
    <w:rsid w:val="001E7B86"/>
    <w:rsid w:val="0020545B"/>
    <w:rsid w:val="00207447"/>
    <w:rsid w:val="0021084C"/>
    <w:rsid w:val="0022075F"/>
    <w:rsid w:val="00223836"/>
    <w:rsid w:val="00230C13"/>
    <w:rsid w:val="0023382F"/>
    <w:rsid w:val="0023449B"/>
    <w:rsid w:val="00244668"/>
    <w:rsid w:val="002503F8"/>
    <w:rsid w:val="00261820"/>
    <w:rsid w:val="00266D39"/>
    <w:rsid w:val="00267FAC"/>
    <w:rsid w:val="00271004"/>
    <w:rsid w:val="00271AD3"/>
    <w:rsid w:val="00273F93"/>
    <w:rsid w:val="00283A18"/>
    <w:rsid w:val="0029511A"/>
    <w:rsid w:val="002A15EF"/>
    <w:rsid w:val="002A340F"/>
    <w:rsid w:val="002B6C50"/>
    <w:rsid w:val="002D15E7"/>
    <w:rsid w:val="002E2578"/>
    <w:rsid w:val="002E30E0"/>
    <w:rsid w:val="002F1898"/>
    <w:rsid w:val="002F3CF2"/>
    <w:rsid w:val="002F4653"/>
    <w:rsid w:val="002F4F78"/>
    <w:rsid w:val="002F512D"/>
    <w:rsid w:val="002F6C14"/>
    <w:rsid w:val="003137F9"/>
    <w:rsid w:val="00317568"/>
    <w:rsid w:val="003254FA"/>
    <w:rsid w:val="00333266"/>
    <w:rsid w:val="003360B6"/>
    <w:rsid w:val="00341431"/>
    <w:rsid w:val="00345286"/>
    <w:rsid w:val="003628FD"/>
    <w:rsid w:val="00377FA1"/>
    <w:rsid w:val="00384435"/>
    <w:rsid w:val="003941AF"/>
    <w:rsid w:val="003A6B20"/>
    <w:rsid w:val="003B5BCD"/>
    <w:rsid w:val="003C1727"/>
    <w:rsid w:val="003C31EA"/>
    <w:rsid w:val="003D1BDD"/>
    <w:rsid w:val="003D6718"/>
    <w:rsid w:val="003E2076"/>
    <w:rsid w:val="003E229A"/>
    <w:rsid w:val="003E4F03"/>
    <w:rsid w:val="003F30F6"/>
    <w:rsid w:val="00401F49"/>
    <w:rsid w:val="00402D4C"/>
    <w:rsid w:val="004059EC"/>
    <w:rsid w:val="00406301"/>
    <w:rsid w:val="0041254F"/>
    <w:rsid w:val="00414D29"/>
    <w:rsid w:val="00416AAC"/>
    <w:rsid w:val="0044157C"/>
    <w:rsid w:val="00444B2B"/>
    <w:rsid w:val="004623FB"/>
    <w:rsid w:val="00464D0C"/>
    <w:rsid w:val="00466F4A"/>
    <w:rsid w:val="00473DBF"/>
    <w:rsid w:val="004775E1"/>
    <w:rsid w:val="00481D27"/>
    <w:rsid w:val="00484257"/>
    <w:rsid w:val="004864FE"/>
    <w:rsid w:val="004B4926"/>
    <w:rsid w:val="004D4D96"/>
    <w:rsid w:val="004D7588"/>
    <w:rsid w:val="004E39A8"/>
    <w:rsid w:val="004E39B8"/>
    <w:rsid w:val="00510639"/>
    <w:rsid w:val="00514B55"/>
    <w:rsid w:val="00523ECE"/>
    <w:rsid w:val="00537862"/>
    <w:rsid w:val="00546CF3"/>
    <w:rsid w:val="00554A1B"/>
    <w:rsid w:val="005601CB"/>
    <w:rsid w:val="0056066B"/>
    <w:rsid w:val="00565201"/>
    <w:rsid w:val="00570DFB"/>
    <w:rsid w:val="0057258C"/>
    <w:rsid w:val="00576E28"/>
    <w:rsid w:val="00582EA7"/>
    <w:rsid w:val="00584A03"/>
    <w:rsid w:val="00595BF5"/>
    <w:rsid w:val="005A0E9A"/>
    <w:rsid w:val="005B27D7"/>
    <w:rsid w:val="005C0658"/>
    <w:rsid w:val="005D24F0"/>
    <w:rsid w:val="005D2FB4"/>
    <w:rsid w:val="005E204E"/>
    <w:rsid w:val="005F0D89"/>
    <w:rsid w:val="005F4627"/>
    <w:rsid w:val="005F5028"/>
    <w:rsid w:val="00604863"/>
    <w:rsid w:val="00605C28"/>
    <w:rsid w:val="00615874"/>
    <w:rsid w:val="00624E95"/>
    <w:rsid w:val="00633322"/>
    <w:rsid w:val="006415D0"/>
    <w:rsid w:val="006421B7"/>
    <w:rsid w:val="00645DED"/>
    <w:rsid w:val="006462D9"/>
    <w:rsid w:val="00646F25"/>
    <w:rsid w:val="0065152B"/>
    <w:rsid w:val="00665366"/>
    <w:rsid w:val="006740DC"/>
    <w:rsid w:val="006764C2"/>
    <w:rsid w:val="00682911"/>
    <w:rsid w:val="00683509"/>
    <w:rsid w:val="0068620D"/>
    <w:rsid w:val="00694D48"/>
    <w:rsid w:val="0069556C"/>
    <w:rsid w:val="006B22F0"/>
    <w:rsid w:val="006B3F6D"/>
    <w:rsid w:val="006D4A60"/>
    <w:rsid w:val="006D5C6A"/>
    <w:rsid w:val="006E58CF"/>
    <w:rsid w:val="006F27D3"/>
    <w:rsid w:val="006F3A1A"/>
    <w:rsid w:val="00701F9C"/>
    <w:rsid w:val="00715B7B"/>
    <w:rsid w:val="00722A42"/>
    <w:rsid w:val="007248AF"/>
    <w:rsid w:val="00740381"/>
    <w:rsid w:val="00742F13"/>
    <w:rsid w:val="0074456F"/>
    <w:rsid w:val="007503C7"/>
    <w:rsid w:val="00751CA9"/>
    <w:rsid w:val="00754918"/>
    <w:rsid w:val="007578B5"/>
    <w:rsid w:val="00771573"/>
    <w:rsid w:val="0077517A"/>
    <w:rsid w:val="007951A7"/>
    <w:rsid w:val="007A7EFF"/>
    <w:rsid w:val="007B4BAC"/>
    <w:rsid w:val="007B592F"/>
    <w:rsid w:val="007B6A9D"/>
    <w:rsid w:val="007C0D8D"/>
    <w:rsid w:val="007D1622"/>
    <w:rsid w:val="007D3D24"/>
    <w:rsid w:val="007E3886"/>
    <w:rsid w:val="007F3E86"/>
    <w:rsid w:val="007F4F9F"/>
    <w:rsid w:val="00807A08"/>
    <w:rsid w:val="0081409B"/>
    <w:rsid w:val="008215D0"/>
    <w:rsid w:val="00821E5E"/>
    <w:rsid w:val="008318AE"/>
    <w:rsid w:val="00832DA6"/>
    <w:rsid w:val="0084306F"/>
    <w:rsid w:val="008459C6"/>
    <w:rsid w:val="008572E8"/>
    <w:rsid w:val="008629E9"/>
    <w:rsid w:val="00865554"/>
    <w:rsid w:val="00866572"/>
    <w:rsid w:val="008A2658"/>
    <w:rsid w:val="008B61E1"/>
    <w:rsid w:val="008B75E9"/>
    <w:rsid w:val="008C14D9"/>
    <w:rsid w:val="008D60E7"/>
    <w:rsid w:val="008E4AE6"/>
    <w:rsid w:val="008E5C31"/>
    <w:rsid w:val="008F3573"/>
    <w:rsid w:val="008F51B4"/>
    <w:rsid w:val="008F56A8"/>
    <w:rsid w:val="00905043"/>
    <w:rsid w:val="009219AD"/>
    <w:rsid w:val="0092692B"/>
    <w:rsid w:val="009322E8"/>
    <w:rsid w:val="00942066"/>
    <w:rsid w:val="00947DED"/>
    <w:rsid w:val="00951FDE"/>
    <w:rsid w:val="009602DD"/>
    <w:rsid w:val="009605F2"/>
    <w:rsid w:val="00966FF2"/>
    <w:rsid w:val="00970E38"/>
    <w:rsid w:val="0097417D"/>
    <w:rsid w:val="00974613"/>
    <w:rsid w:val="009774EB"/>
    <w:rsid w:val="009825E8"/>
    <w:rsid w:val="009843FB"/>
    <w:rsid w:val="00986A42"/>
    <w:rsid w:val="0099326B"/>
    <w:rsid w:val="009A132B"/>
    <w:rsid w:val="009A4D38"/>
    <w:rsid w:val="009B539A"/>
    <w:rsid w:val="009B62BE"/>
    <w:rsid w:val="009B6891"/>
    <w:rsid w:val="009C104F"/>
    <w:rsid w:val="009C26D8"/>
    <w:rsid w:val="009C53F0"/>
    <w:rsid w:val="009D24FD"/>
    <w:rsid w:val="009D36B6"/>
    <w:rsid w:val="009D39D5"/>
    <w:rsid w:val="009D3CF1"/>
    <w:rsid w:val="009E0721"/>
    <w:rsid w:val="009F3BC1"/>
    <w:rsid w:val="00A02E9D"/>
    <w:rsid w:val="00A0613E"/>
    <w:rsid w:val="00A06BB1"/>
    <w:rsid w:val="00A11CC0"/>
    <w:rsid w:val="00A149B7"/>
    <w:rsid w:val="00A16D3D"/>
    <w:rsid w:val="00A26737"/>
    <w:rsid w:val="00A275D0"/>
    <w:rsid w:val="00A337A2"/>
    <w:rsid w:val="00A432D5"/>
    <w:rsid w:val="00A46357"/>
    <w:rsid w:val="00A55E21"/>
    <w:rsid w:val="00A57503"/>
    <w:rsid w:val="00A60174"/>
    <w:rsid w:val="00A65D6E"/>
    <w:rsid w:val="00A67A6E"/>
    <w:rsid w:val="00A723EC"/>
    <w:rsid w:val="00A862D1"/>
    <w:rsid w:val="00A90A4C"/>
    <w:rsid w:val="00A96876"/>
    <w:rsid w:val="00AA271F"/>
    <w:rsid w:val="00AB5C71"/>
    <w:rsid w:val="00AC1949"/>
    <w:rsid w:val="00AC381E"/>
    <w:rsid w:val="00AD2137"/>
    <w:rsid w:val="00AD22FF"/>
    <w:rsid w:val="00AF10FB"/>
    <w:rsid w:val="00AF733C"/>
    <w:rsid w:val="00B025B0"/>
    <w:rsid w:val="00B11DE3"/>
    <w:rsid w:val="00B13B97"/>
    <w:rsid w:val="00B14805"/>
    <w:rsid w:val="00B24EEA"/>
    <w:rsid w:val="00B33077"/>
    <w:rsid w:val="00B33356"/>
    <w:rsid w:val="00B36777"/>
    <w:rsid w:val="00B45721"/>
    <w:rsid w:val="00B54397"/>
    <w:rsid w:val="00B555E9"/>
    <w:rsid w:val="00B55944"/>
    <w:rsid w:val="00B618F9"/>
    <w:rsid w:val="00B724DD"/>
    <w:rsid w:val="00B744B0"/>
    <w:rsid w:val="00B81CE0"/>
    <w:rsid w:val="00B85847"/>
    <w:rsid w:val="00B9041F"/>
    <w:rsid w:val="00BA0916"/>
    <w:rsid w:val="00BA43AB"/>
    <w:rsid w:val="00BA6B42"/>
    <w:rsid w:val="00BB5500"/>
    <w:rsid w:val="00BB7977"/>
    <w:rsid w:val="00BC1DF1"/>
    <w:rsid w:val="00BC3825"/>
    <w:rsid w:val="00BC41CE"/>
    <w:rsid w:val="00BC6901"/>
    <w:rsid w:val="00BD198E"/>
    <w:rsid w:val="00BD26AD"/>
    <w:rsid w:val="00BD289D"/>
    <w:rsid w:val="00BD2B2B"/>
    <w:rsid w:val="00BD4094"/>
    <w:rsid w:val="00BD6320"/>
    <w:rsid w:val="00BE061A"/>
    <w:rsid w:val="00BE196D"/>
    <w:rsid w:val="00BF01F1"/>
    <w:rsid w:val="00BF169A"/>
    <w:rsid w:val="00BF4425"/>
    <w:rsid w:val="00C0271C"/>
    <w:rsid w:val="00C11A2A"/>
    <w:rsid w:val="00C15B8B"/>
    <w:rsid w:val="00C16F1E"/>
    <w:rsid w:val="00C20A29"/>
    <w:rsid w:val="00C3046B"/>
    <w:rsid w:val="00C30DED"/>
    <w:rsid w:val="00C34643"/>
    <w:rsid w:val="00C42EEA"/>
    <w:rsid w:val="00C44378"/>
    <w:rsid w:val="00C45AA7"/>
    <w:rsid w:val="00C46700"/>
    <w:rsid w:val="00C47339"/>
    <w:rsid w:val="00C50796"/>
    <w:rsid w:val="00C53766"/>
    <w:rsid w:val="00C54AA8"/>
    <w:rsid w:val="00C55A47"/>
    <w:rsid w:val="00C63B15"/>
    <w:rsid w:val="00C660B1"/>
    <w:rsid w:val="00C66723"/>
    <w:rsid w:val="00C7091F"/>
    <w:rsid w:val="00C83A77"/>
    <w:rsid w:val="00C85E3C"/>
    <w:rsid w:val="00C86397"/>
    <w:rsid w:val="00C9543D"/>
    <w:rsid w:val="00C956E8"/>
    <w:rsid w:val="00CA05FA"/>
    <w:rsid w:val="00CA32E5"/>
    <w:rsid w:val="00CB63A2"/>
    <w:rsid w:val="00CD1185"/>
    <w:rsid w:val="00CF2F87"/>
    <w:rsid w:val="00CF743E"/>
    <w:rsid w:val="00D04185"/>
    <w:rsid w:val="00D16B31"/>
    <w:rsid w:val="00D20384"/>
    <w:rsid w:val="00D2414B"/>
    <w:rsid w:val="00D27961"/>
    <w:rsid w:val="00D3751F"/>
    <w:rsid w:val="00D53188"/>
    <w:rsid w:val="00D53492"/>
    <w:rsid w:val="00D65B91"/>
    <w:rsid w:val="00D66851"/>
    <w:rsid w:val="00D67465"/>
    <w:rsid w:val="00D74A88"/>
    <w:rsid w:val="00D75F65"/>
    <w:rsid w:val="00D80D61"/>
    <w:rsid w:val="00D841F6"/>
    <w:rsid w:val="00D90B85"/>
    <w:rsid w:val="00D91483"/>
    <w:rsid w:val="00DA12D1"/>
    <w:rsid w:val="00DA36F6"/>
    <w:rsid w:val="00DA5D67"/>
    <w:rsid w:val="00DB0012"/>
    <w:rsid w:val="00DB210E"/>
    <w:rsid w:val="00DB2C23"/>
    <w:rsid w:val="00DC4715"/>
    <w:rsid w:val="00DC5814"/>
    <w:rsid w:val="00DD0240"/>
    <w:rsid w:val="00DD3A61"/>
    <w:rsid w:val="00DE05DB"/>
    <w:rsid w:val="00DF1125"/>
    <w:rsid w:val="00DF1216"/>
    <w:rsid w:val="00DF38D5"/>
    <w:rsid w:val="00DF51F1"/>
    <w:rsid w:val="00E02398"/>
    <w:rsid w:val="00E03DB8"/>
    <w:rsid w:val="00E10F61"/>
    <w:rsid w:val="00E21B08"/>
    <w:rsid w:val="00E2737B"/>
    <w:rsid w:val="00E27EC3"/>
    <w:rsid w:val="00E46192"/>
    <w:rsid w:val="00E560A4"/>
    <w:rsid w:val="00E6337B"/>
    <w:rsid w:val="00E64AEB"/>
    <w:rsid w:val="00E76563"/>
    <w:rsid w:val="00E768A6"/>
    <w:rsid w:val="00E85650"/>
    <w:rsid w:val="00E8730E"/>
    <w:rsid w:val="00E9282A"/>
    <w:rsid w:val="00E946D0"/>
    <w:rsid w:val="00E94E1D"/>
    <w:rsid w:val="00E9568A"/>
    <w:rsid w:val="00EA1329"/>
    <w:rsid w:val="00EA2BAE"/>
    <w:rsid w:val="00EA2C7D"/>
    <w:rsid w:val="00EC26AB"/>
    <w:rsid w:val="00EC2F00"/>
    <w:rsid w:val="00EC7E69"/>
    <w:rsid w:val="00ED15AD"/>
    <w:rsid w:val="00ED7DE2"/>
    <w:rsid w:val="00EE3845"/>
    <w:rsid w:val="00EE52E1"/>
    <w:rsid w:val="00EE625C"/>
    <w:rsid w:val="00EF2544"/>
    <w:rsid w:val="00EF5284"/>
    <w:rsid w:val="00EF5FB8"/>
    <w:rsid w:val="00F0703B"/>
    <w:rsid w:val="00F2030C"/>
    <w:rsid w:val="00F26EAE"/>
    <w:rsid w:val="00F313DB"/>
    <w:rsid w:val="00F31AF4"/>
    <w:rsid w:val="00F4469C"/>
    <w:rsid w:val="00F446CD"/>
    <w:rsid w:val="00F56B5B"/>
    <w:rsid w:val="00F57BC9"/>
    <w:rsid w:val="00F70DAA"/>
    <w:rsid w:val="00F81D8A"/>
    <w:rsid w:val="00F847DB"/>
    <w:rsid w:val="00FC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0" w:unhideWhenUsed="0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47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44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447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744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7447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207447"/>
    <w:rPr>
      <w:rFonts w:ascii="Gill Sans MT" w:hAnsi="Gill Sans MT" w:cstheme="majorBidi"/>
      <w:b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7578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8B5"/>
    <w:rPr>
      <w:rFonts w:ascii="Gill Sans MT" w:hAnsi="Gill Sans MT"/>
      <w:b/>
      <w:bCs/>
      <w:i/>
      <w:iCs/>
      <w:color w:val="4F81BD" w:themeColor="accent1"/>
      <w:sz w:val="24"/>
      <w:szCs w:val="24"/>
    </w:rPr>
  </w:style>
  <w:style w:type="character" w:customStyle="1" w:styleId="Heading3Char">
    <w:name w:val="Heading 3 Char"/>
    <w:link w:val="Heading3"/>
    <w:uiPriority w:val="9"/>
    <w:rsid w:val="00207447"/>
    <w:rPr>
      <w:rFonts w:ascii="Gill Sans MT" w:hAnsi="Gill Sans MT" w:cstheme="majorBidi"/>
      <w:b/>
      <w:sz w:val="24"/>
      <w:szCs w:val="24"/>
    </w:rPr>
  </w:style>
  <w:style w:type="character" w:styleId="Strong">
    <w:name w:val="Strong"/>
    <w:basedOn w:val="DefaultParagraphFont"/>
    <w:rsid w:val="00C63B15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rsid w:val="00C63B15"/>
    <w:rPr>
      <w:rFonts w:ascii="Arial" w:hAnsi="Arial"/>
      <w:i/>
      <w:iCs/>
      <w:sz w:val="22"/>
    </w:rPr>
  </w:style>
  <w:style w:type="paragraph" w:styleId="ListParagraph">
    <w:name w:val="List Paragraph"/>
    <w:basedOn w:val="Normal"/>
    <w:uiPriority w:val="34"/>
    <w:rsid w:val="00A275D0"/>
    <w:pPr>
      <w:ind w:left="720"/>
    </w:pPr>
  </w:style>
  <w:style w:type="table" w:styleId="TableGrid">
    <w:name w:val="Table Grid"/>
    <w:basedOn w:val="TableNormal"/>
    <w:uiPriority w:val="59"/>
    <w:rsid w:val="00E1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0" w:unhideWhenUsed="0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47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44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447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744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07447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207447"/>
    <w:rPr>
      <w:rFonts w:ascii="Gill Sans MT" w:hAnsi="Gill Sans MT" w:cstheme="majorBidi"/>
      <w:b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7578B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8B5"/>
    <w:rPr>
      <w:rFonts w:ascii="Gill Sans MT" w:hAnsi="Gill Sans MT"/>
      <w:b/>
      <w:bCs/>
      <w:i/>
      <w:iCs/>
      <w:color w:val="4F81BD" w:themeColor="accent1"/>
      <w:sz w:val="24"/>
      <w:szCs w:val="24"/>
    </w:rPr>
  </w:style>
  <w:style w:type="character" w:customStyle="1" w:styleId="Heading3Char">
    <w:name w:val="Heading 3 Char"/>
    <w:link w:val="Heading3"/>
    <w:uiPriority w:val="9"/>
    <w:rsid w:val="00207447"/>
    <w:rPr>
      <w:rFonts w:ascii="Gill Sans MT" w:hAnsi="Gill Sans MT" w:cstheme="majorBidi"/>
      <w:b/>
      <w:sz w:val="24"/>
      <w:szCs w:val="24"/>
    </w:rPr>
  </w:style>
  <w:style w:type="character" w:styleId="Strong">
    <w:name w:val="Strong"/>
    <w:basedOn w:val="DefaultParagraphFont"/>
    <w:rsid w:val="00C63B15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rsid w:val="00C63B15"/>
    <w:rPr>
      <w:rFonts w:ascii="Arial" w:hAnsi="Arial"/>
      <w:i/>
      <w:iCs/>
      <w:sz w:val="22"/>
    </w:rPr>
  </w:style>
  <w:style w:type="paragraph" w:styleId="ListParagraph">
    <w:name w:val="List Paragraph"/>
    <w:basedOn w:val="Normal"/>
    <w:uiPriority w:val="34"/>
    <w:rsid w:val="00A275D0"/>
    <w:pPr>
      <w:ind w:left="720"/>
    </w:pPr>
  </w:style>
  <w:style w:type="table" w:styleId="TableGrid">
    <w:name w:val="Table Grid"/>
    <w:basedOn w:val="TableNormal"/>
    <w:uiPriority w:val="59"/>
    <w:rsid w:val="00E1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8FFA0E91</Template>
  <TotalTime>100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A. Pearce</cp:lastModifiedBy>
  <cp:revision>15</cp:revision>
  <cp:lastPrinted>2011-11-08T19:36:00Z</cp:lastPrinted>
  <dcterms:created xsi:type="dcterms:W3CDTF">2011-11-06T12:37:00Z</dcterms:created>
  <dcterms:modified xsi:type="dcterms:W3CDTF">2014-09-04T09:08:00Z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